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Georgia" w:eastAsiaTheme="minorHAnsi" w:hAnsi="Georgia" w:cstheme="minorBidi"/>
          <w:b w:val="0"/>
          <w:i w:val="0"/>
          <w:color w:val="auto"/>
          <w:spacing w:val="0"/>
          <w:kern w:val="0"/>
          <w:sz w:val="20"/>
          <w:szCs w:val="20"/>
          <w:lang w:val="pt-BR"/>
        </w:rPr>
        <w:id w:val="107030470"/>
        <w:docPartObj>
          <w:docPartGallery w:val="Cover Pages"/>
          <w:docPartUnique/>
        </w:docPartObj>
      </w:sdtPr>
      <w:sdtContent>
        <w:p w:rsidR="008B76CD" w:rsidRPr="003F29E7" w:rsidRDefault="00A27896" w:rsidP="007801C5">
          <w:pPr>
            <w:pStyle w:val="Title"/>
            <w:ind w:right="823"/>
            <w:rPr>
              <w:lang w:val="pt-BR"/>
            </w:rPr>
          </w:pPr>
          <w:r w:rsidRPr="003F29E7">
            <w:rPr>
              <w:rFonts w:ascii="Georgia" w:eastAsia="Georgia" w:hAnsi="Georgia" w:cs="Georgia"/>
              <w:bCs/>
              <w:iCs/>
              <w:color w:val="FFFFFF"/>
              <w:lang w:val="pt-BR"/>
            </w:rPr>
            <w:t>Cartões de produto</w:t>
          </w:r>
        </w:p>
        <w:p w:rsidR="00B13992" w:rsidRPr="003F29E7" w:rsidRDefault="00267732" w:rsidP="000467A3">
          <w:pPr>
            <w:pStyle w:val="Subtitle"/>
            <w:rPr>
              <w:lang w:val="pt-BR"/>
            </w:rPr>
          </w:pPr>
        </w:p>
        <w:p w:rsidR="00207181" w:rsidRPr="003F29E7" w:rsidRDefault="00267732" w:rsidP="00207181">
          <w:pPr>
            <w:rPr>
              <w:lang w:val="pt-BR"/>
            </w:rPr>
          </w:pPr>
        </w:p>
        <w:p w:rsidR="00207181" w:rsidRPr="003F29E7" w:rsidRDefault="00267732" w:rsidP="00207181">
          <w:pPr>
            <w:rPr>
              <w:lang w:val="pt-BR"/>
            </w:rPr>
          </w:pPr>
        </w:p>
        <w:p w:rsidR="00207181" w:rsidRPr="003F29E7" w:rsidRDefault="00267732" w:rsidP="00207181">
          <w:pPr>
            <w:rPr>
              <w:lang w:val="pt-BR"/>
            </w:rPr>
          </w:pPr>
        </w:p>
        <w:p w:rsidR="0085434D" w:rsidRPr="003F29E7" w:rsidRDefault="00A27896" w:rsidP="0085434D">
          <w:pPr>
            <w:pStyle w:val="CRReport"/>
            <w:framePr w:w="5545" w:wrap="around" w:y="55"/>
            <w:rPr>
              <w:lang w:val="pt-BR"/>
            </w:rPr>
          </w:pPr>
          <w:r w:rsidRPr="003F29E7">
            <w:rPr>
              <w:rFonts w:eastAsia="Georgia" w:cs="Georgia"/>
              <w:color w:val="FFFFFF"/>
              <w:lang w:val="pt-BR"/>
            </w:rPr>
            <w:t>Currículo de Educação Financeira da PwC</w:t>
          </w:r>
        </w:p>
        <w:p w:rsidR="008B76CD" w:rsidRPr="003F29E7" w:rsidRDefault="00267732" w:rsidP="00504C5D">
          <w:pPr>
            <w:pStyle w:val="BodyText"/>
            <w:rPr>
              <w:lang w:val="pt-BR"/>
            </w:rPr>
          </w:pPr>
        </w:p>
        <w:p w:rsidR="00B13992" w:rsidRPr="003F29E7" w:rsidRDefault="0041502D">
          <w:pPr>
            <w:rPr>
              <w:lang w:val="pt-BR"/>
            </w:rPr>
            <w:sectPr w:rsidR="00B13992" w:rsidRPr="003F29E7" w:rsidSect="00612661">
              <w:headerReference w:type="even" r:id="rId8"/>
              <w:headerReference w:type="default" r:id="rId9"/>
              <w:footerReference w:type="even" r:id="rId10"/>
              <w:footerReference w:type="default" r:id="rId11"/>
              <w:headerReference w:type="first" r:id="rId12"/>
              <w:pgSz w:w="12240" w:h="15840" w:code="1"/>
              <w:pgMar w:top="3168" w:right="1022" w:bottom="1469" w:left="3024" w:header="562" w:footer="562" w:gutter="0"/>
              <w:cols w:space="708"/>
              <w:titlePg/>
              <w:docGrid w:linePitch="360"/>
            </w:sectPr>
          </w:pPr>
        </w:p>
      </w:sdtContent>
    </w:sdt>
    <w:tbl>
      <w:tblPr>
        <w:tblStyle w:val="DP-Plain"/>
        <w:tblW w:w="0" w:type="auto"/>
        <w:tblLook w:val="04A0"/>
      </w:tblPr>
      <w:tblGrid>
        <w:gridCol w:w="1663"/>
        <w:gridCol w:w="8749"/>
      </w:tblGrid>
      <w:tr w:rsidR="007814E1" w:rsidRPr="003F29E7" w:rsidTr="007814E1">
        <w:trPr>
          <w:cnfStyle w:val="100000000000"/>
        </w:trPr>
        <w:tc>
          <w:tcPr>
            <w:cnfStyle w:val="001000000000"/>
            <w:tcW w:w="1663" w:type="dxa"/>
          </w:tcPr>
          <w:p w:rsidR="00191D8F" w:rsidRPr="003F29E7" w:rsidRDefault="00A27896" w:rsidP="00191D8F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lastRenderedPageBreak/>
              <w:t>Instruções</w:t>
            </w:r>
          </w:p>
        </w:tc>
        <w:tc>
          <w:tcPr>
            <w:tcW w:w="8749" w:type="dxa"/>
          </w:tcPr>
          <w:p w:rsidR="00191D8F" w:rsidRPr="003F29E7" w:rsidRDefault="00A27896" w:rsidP="00191D8F">
            <w:pPr>
              <w:pStyle w:val="TableTextGeorgia"/>
              <w:cnfStyle w:val="1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 xml:space="preserve">Seu grupo deve criar um anúncio para o produto listado abaixo. Comece por dar um nome ao seu produto. Antes de começar a criar seu anúncio, respondam as perguntas neste cartão. Vocês também devem consultar o material </w:t>
            </w:r>
            <w:r w:rsidRPr="003F29E7">
              <w:rPr>
                <w:rFonts w:eastAsia="Georgia" w:cs="Georgia"/>
                <w:i/>
                <w:iCs/>
                <w:lang w:val="pt-BR"/>
              </w:rPr>
              <w:t>Tipos de Argumentos Publicitários</w:t>
            </w:r>
            <w:r w:rsidRPr="003F29E7">
              <w:rPr>
                <w:rFonts w:eastAsia="Georgia" w:cs="Georgia"/>
                <w:lang w:val="pt-BR"/>
              </w:rPr>
              <w:t>. Escolham o tipo ou tipos de argumentos que desejam usar em seus anúncios. Criem seus anúncios finais no papel fornecido.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191D8F" w:rsidRPr="003F29E7" w:rsidRDefault="00A27896" w:rsidP="00191D8F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Produto</w:t>
            </w:r>
          </w:p>
        </w:tc>
        <w:tc>
          <w:tcPr>
            <w:tcW w:w="8749" w:type="dxa"/>
          </w:tcPr>
          <w:p w:rsidR="00191D8F" w:rsidRPr="003F29E7" w:rsidRDefault="00A27896" w:rsidP="00191D8F">
            <w:pPr>
              <w:pStyle w:val="TableText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Detergente de roupas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191D8F" w:rsidRPr="003F29E7" w:rsidRDefault="00A27896" w:rsidP="00191D8F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Questões</w:t>
            </w:r>
          </w:p>
        </w:tc>
        <w:tc>
          <w:tcPr>
            <w:tcW w:w="8749" w:type="dxa"/>
          </w:tcPr>
          <w:p w:rsidR="00191D8F" w:rsidRPr="003F29E7" w:rsidRDefault="00A27896" w:rsidP="00191D8F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experiências vocês tiveram anteriormente com este produto?</w:t>
            </w:r>
          </w:p>
          <w:p w:rsidR="00191D8F" w:rsidRPr="003F29E7" w:rsidRDefault="00A27896" w:rsidP="00191D8F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marcas vocês associam a este produto?</w:t>
            </w:r>
          </w:p>
          <w:p w:rsidR="00191D8F" w:rsidRPr="003F29E7" w:rsidRDefault="00A27896" w:rsidP="00191D8F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neste produto?</w:t>
            </w:r>
          </w:p>
          <w:p w:rsidR="00191D8F" w:rsidRPr="003F29E7" w:rsidRDefault="00A27896" w:rsidP="00191D8F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evitar neste produto?</w:t>
            </w:r>
          </w:p>
          <w:p w:rsidR="00191D8F" w:rsidRPr="003F29E7" w:rsidRDefault="00A27896" w:rsidP="00191D8F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Como um produto deste tipo se destacaria em relação a outro produto do mesmo tipo?</w:t>
            </w:r>
          </w:p>
          <w:p w:rsidR="00191D8F" w:rsidRPr="003F29E7" w:rsidRDefault="00A27896" w:rsidP="00191D8F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Qual o preço que vocês esperariam pagar por este produto?</w:t>
            </w:r>
          </w:p>
        </w:tc>
      </w:tr>
    </w:tbl>
    <w:p w:rsidR="005127F6" w:rsidRPr="003F29E7" w:rsidRDefault="00267732" w:rsidP="006342C1">
      <w:pPr>
        <w:pStyle w:val="BodyText"/>
        <w:rPr>
          <w:lang w:val="pt-BR"/>
        </w:rPr>
      </w:pPr>
    </w:p>
    <w:tbl>
      <w:tblPr>
        <w:tblStyle w:val="DP-Plain"/>
        <w:tblW w:w="0" w:type="auto"/>
        <w:tblLook w:val="04A0"/>
      </w:tblPr>
      <w:tblGrid>
        <w:gridCol w:w="1663"/>
        <w:gridCol w:w="8749"/>
      </w:tblGrid>
      <w:tr w:rsidR="007814E1" w:rsidRPr="003F29E7" w:rsidTr="007814E1">
        <w:trPr>
          <w:cnfStyle w:val="100000000000"/>
        </w:trPr>
        <w:tc>
          <w:tcPr>
            <w:cnfStyle w:val="001000000000"/>
            <w:tcW w:w="1663" w:type="dxa"/>
          </w:tcPr>
          <w:p w:rsidR="00F8334C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Instruções</w:t>
            </w:r>
          </w:p>
        </w:tc>
        <w:tc>
          <w:tcPr>
            <w:tcW w:w="8749" w:type="dxa"/>
          </w:tcPr>
          <w:p w:rsidR="00F8334C" w:rsidRPr="003F29E7" w:rsidRDefault="00A27896" w:rsidP="00F8334C">
            <w:pPr>
              <w:pStyle w:val="TableTextGeorgia"/>
              <w:cnfStyle w:val="1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 xml:space="preserve">Seu grupo deve criar um anúncio para o produto listado abaixo. Comece por dar um nome ao seu produto. Antes de começar a criar seu anúncio, respondam as perguntas neste cartão. Vocês também devem consultar o material </w:t>
            </w:r>
            <w:r w:rsidRPr="003F29E7">
              <w:rPr>
                <w:rFonts w:eastAsia="Georgia" w:cs="Georgia"/>
                <w:i/>
                <w:iCs/>
                <w:lang w:val="pt-BR"/>
              </w:rPr>
              <w:t>Tipos de Argumentos Publicitários</w:t>
            </w:r>
            <w:r w:rsidRPr="003F29E7">
              <w:rPr>
                <w:rFonts w:eastAsia="Georgia" w:cs="Georgia"/>
                <w:lang w:val="pt-BR"/>
              </w:rPr>
              <w:t>. Escolham o tipo ou tipos de argumentos que desejam usar em seus anúncios. Criem seus anúncios finais no papel fornecido.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F8334C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Produto</w:t>
            </w:r>
          </w:p>
        </w:tc>
        <w:tc>
          <w:tcPr>
            <w:tcW w:w="8749" w:type="dxa"/>
          </w:tcPr>
          <w:p w:rsidR="00F8334C" w:rsidRPr="003F29E7" w:rsidRDefault="00A27896" w:rsidP="00F8334C">
            <w:pPr>
              <w:pStyle w:val="TableText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Cereal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F8334C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Questões</w:t>
            </w:r>
          </w:p>
        </w:tc>
        <w:tc>
          <w:tcPr>
            <w:tcW w:w="8749" w:type="dxa"/>
          </w:tcPr>
          <w:p w:rsidR="00F8334C" w:rsidRPr="003F29E7" w:rsidRDefault="00A27896" w:rsidP="00C82F2B">
            <w:pPr>
              <w:pStyle w:val="TableNumberGeorgia"/>
              <w:numPr>
                <w:ilvl w:val="0"/>
                <w:numId w:val="21"/>
              </w:numPr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experiências vocês tiveram anteriormente com este produto?</w:t>
            </w:r>
          </w:p>
          <w:p w:rsidR="00F8334C" w:rsidRPr="003F29E7" w:rsidRDefault="00A27896" w:rsidP="00F8334C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marcas vocês associam a este produto?</w:t>
            </w:r>
          </w:p>
          <w:p w:rsidR="00F8334C" w:rsidRPr="003F29E7" w:rsidRDefault="00A27896" w:rsidP="00F8334C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neste produto?</w:t>
            </w:r>
          </w:p>
          <w:p w:rsidR="00F8334C" w:rsidRPr="003F29E7" w:rsidRDefault="00A27896" w:rsidP="00F8334C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evitar neste produto?</w:t>
            </w:r>
          </w:p>
          <w:p w:rsidR="00F8334C" w:rsidRPr="003F29E7" w:rsidRDefault="00A27896" w:rsidP="00F8334C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Como um produto deste tipo se destacaria em relação a outro produto do mesmo tipo?</w:t>
            </w:r>
          </w:p>
          <w:p w:rsidR="00F8334C" w:rsidRPr="003F29E7" w:rsidRDefault="00A27896" w:rsidP="00F8334C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Qual o preço que vocês esperariam pagar por este produto?</w:t>
            </w:r>
          </w:p>
        </w:tc>
      </w:tr>
    </w:tbl>
    <w:p w:rsidR="00F8334C" w:rsidRPr="003F29E7" w:rsidRDefault="00267732" w:rsidP="006342C1">
      <w:pPr>
        <w:pStyle w:val="BodyText"/>
        <w:rPr>
          <w:lang w:val="pt-BR"/>
        </w:rPr>
      </w:pPr>
    </w:p>
    <w:tbl>
      <w:tblPr>
        <w:tblStyle w:val="DP-Plain"/>
        <w:tblW w:w="0" w:type="auto"/>
        <w:tblLook w:val="04A0"/>
      </w:tblPr>
      <w:tblGrid>
        <w:gridCol w:w="1663"/>
        <w:gridCol w:w="8749"/>
      </w:tblGrid>
      <w:tr w:rsidR="007814E1" w:rsidRPr="003F29E7" w:rsidTr="007814E1">
        <w:trPr>
          <w:cnfStyle w:val="100000000000"/>
        </w:trPr>
        <w:tc>
          <w:tcPr>
            <w:cnfStyle w:val="001000000000"/>
            <w:tcW w:w="1663" w:type="dxa"/>
          </w:tcPr>
          <w:p w:rsidR="00C7783C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Instruções</w:t>
            </w:r>
          </w:p>
        </w:tc>
        <w:tc>
          <w:tcPr>
            <w:tcW w:w="8749" w:type="dxa"/>
          </w:tcPr>
          <w:p w:rsidR="00C7783C" w:rsidRPr="003F29E7" w:rsidRDefault="00A27896" w:rsidP="00C7783C">
            <w:pPr>
              <w:pStyle w:val="TableTextGeorgia"/>
              <w:cnfStyle w:val="1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 xml:space="preserve">Seu grupo deve criar um anúncio para o produto listado abaixo. Comece por dar um nome ao seu produto. Antes de começar a criar seu anúncio, respondam as perguntas neste cartão. Vocês também devem consultar o material </w:t>
            </w:r>
            <w:r w:rsidRPr="003F29E7">
              <w:rPr>
                <w:rFonts w:eastAsia="Georgia" w:cs="Georgia"/>
                <w:i/>
                <w:iCs/>
                <w:lang w:val="pt-BR"/>
              </w:rPr>
              <w:t>Tipos de Argumentos Publicitários</w:t>
            </w:r>
            <w:r w:rsidRPr="003F29E7">
              <w:rPr>
                <w:rFonts w:eastAsia="Georgia" w:cs="Georgia"/>
                <w:lang w:val="pt-BR"/>
              </w:rPr>
              <w:t>. Escolham o tipo ou tipos de argumentos que desejam usar em seus anúncios. Criem seus anúncios finais no papel fornecido.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C7783C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Produto</w:t>
            </w:r>
          </w:p>
        </w:tc>
        <w:tc>
          <w:tcPr>
            <w:tcW w:w="8749" w:type="dxa"/>
          </w:tcPr>
          <w:p w:rsidR="00C7783C" w:rsidRPr="003F29E7" w:rsidRDefault="00A27896" w:rsidP="00C7783C">
            <w:pPr>
              <w:pStyle w:val="TableText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Suco de laranja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C7783C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Questões</w:t>
            </w:r>
          </w:p>
        </w:tc>
        <w:tc>
          <w:tcPr>
            <w:tcW w:w="8749" w:type="dxa"/>
          </w:tcPr>
          <w:p w:rsidR="00C7783C" w:rsidRPr="003F29E7" w:rsidRDefault="00A27896" w:rsidP="00C82F2B">
            <w:pPr>
              <w:pStyle w:val="TableNumberGeorgia"/>
              <w:numPr>
                <w:ilvl w:val="0"/>
                <w:numId w:val="22"/>
              </w:numPr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experiências vocês tiveram anteriormente com este produto?</w:t>
            </w:r>
          </w:p>
          <w:p w:rsidR="00C7783C" w:rsidRPr="003F29E7" w:rsidRDefault="00A27896" w:rsidP="00C7783C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marcas vocês associam a este produto?</w:t>
            </w:r>
          </w:p>
          <w:p w:rsidR="00C7783C" w:rsidRPr="003F29E7" w:rsidRDefault="00A27896" w:rsidP="00C7783C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neste produto?</w:t>
            </w:r>
          </w:p>
          <w:p w:rsidR="00C7783C" w:rsidRPr="003F29E7" w:rsidRDefault="00A27896" w:rsidP="00C7783C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evitar neste produto?</w:t>
            </w:r>
          </w:p>
          <w:p w:rsidR="00C7783C" w:rsidRPr="003F29E7" w:rsidRDefault="00A27896" w:rsidP="00C7783C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Como um produto deste tipo se destacaria em relação a outro produto do mesmo tipo?</w:t>
            </w:r>
          </w:p>
          <w:p w:rsidR="00C7783C" w:rsidRPr="003F29E7" w:rsidRDefault="00A27896" w:rsidP="00C7783C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Qual o preço que vocês esperariam pagar por este produto?</w:t>
            </w:r>
          </w:p>
        </w:tc>
      </w:tr>
    </w:tbl>
    <w:p w:rsidR="00C7783C" w:rsidRPr="003F29E7" w:rsidRDefault="00A27896" w:rsidP="00C7783C">
      <w:pPr>
        <w:pStyle w:val="BodyText"/>
        <w:rPr>
          <w:lang w:val="pt-BR"/>
        </w:rPr>
      </w:pPr>
      <w:r w:rsidRPr="003F29E7">
        <w:rPr>
          <w:lang w:val="pt-BR"/>
        </w:rPr>
        <w:br w:type="page"/>
      </w:r>
    </w:p>
    <w:tbl>
      <w:tblPr>
        <w:tblStyle w:val="DP-Plain"/>
        <w:tblW w:w="0" w:type="auto"/>
        <w:tblLook w:val="04A0"/>
      </w:tblPr>
      <w:tblGrid>
        <w:gridCol w:w="1663"/>
        <w:gridCol w:w="8749"/>
      </w:tblGrid>
      <w:tr w:rsidR="007814E1" w:rsidRPr="003F29E7" w:rsidTr="007814E1">
        <w:trPr>
          <w:cnfStyle w:val="100000000000"/>
        </w:trPr>
        <w:tc>
          <w:tcPr>
            <w:cnfStyle w:val="001000000000"/>
            <w:tcW w:w="1663" w:type="dxa"/>
          </w:tcPr>
          <w:p w:rsidR="00C7783C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lastRenderedPageBreak/>
              <w:t>Instruções</w:t>
            </w:r>
          </w:p>
        </w:tc>
        <w:tc>
          <w:tcPr>
            <w:tcW w:w="8749" w:type="dxa"/>
          </w:tcPr>
          <w:p w:rsidR="00C7783C" w:rsidRPr="003F29E7" w:rsidRDefault="00A27896" w:rsidP="00C7783C">
            <w:pPr>
              <w:pStyle w:val="TableTextGeorgia"/>
              <w:cnfStyle w:val="1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 xml:space="preserve">Seu grupo deve criar um anúncio para o produto listado abaixo. Comece por dar um nome ao seu produto. Antes de começar a criar seu anúncio, respondam as perguntas neste cartão. Vocês também devem consultar o material </w:t>
            </w:r>
            <w:r w:rsidRPr="003F29E7">
              <w:rPr>
                <w:rFonts w:eastAsia="Georgia" w:cs="Georgia"/>
                <w:i/>
                <w:iCs/>
                <w:lang w:val="pt-BR"/>
              </w:rPr>
              <w:t>Tipos de Argumentos Publicitários</w:t>
            </w:r>
            <w:r w:rsidRPr="003F29E7">
              <w:rPr>
                <w:rFonts w:eastAsia="Georgia" w:cs="Georgia"/>
                <w:lang w:val="pt-BR"/>
              </w:rPr>
              <w:t>. Escolham o tipo ou tipos de argumentos que desejam usar em seus anúncios. Criem seus anúncios finais no papel fornecido.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C7783C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Produto</w:t>
            </w:r>
          </w:p>
        </w:tc>
        <w:tc>
          <w:tcPr>
            <w:tcW w:w="8749" w:type="dxa"/>
          </w:tcPr>
          <w:p w:rsidR="00C7783C" w:rsidRPr="003F29E7" w:rsidRDefault="00A27896" w:rsidP="00C7783C">
            <w:pPr>
              <w:pStyle w:val="TableText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Sorvete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C7783C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Questões</w:t>
            </w:r>
          </w:p>
        </w:tc>
        <w:tc>
          <w:tcPr>
            <w:tcW w:w="8749" w:type="dxa"/>
          </w:tcPr>
          <w:p w:rsidR="00C7783C" w:rsidRPr="003F29E7" w:rsidRDefault="00A27896" w:rsidP="00C82F2B">
            <w:pPr>
              <w:pStyle w:val="TableNumberGeorgia"/>
              <w:numPr>
                <w:ilvl w:val="0"/>
                <w:numId w:val="23"/>
              </w:numPr>
              <w:cnfStyle w:val="000000000000"/>
              <w:rPr>
                <w:szCs w:val="24"/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experiências vocês tiveram anteriormente com este produto?</w:t>
            </w:r>
          </w:p>
          <w:p w:rsidR="00C7783C" w:rsidRPr="003F29E7" w:rsidRDefault="00A27896" w:rsidP="00C7783C">
            <w:pPr>
              <w:pStyle w:val="TableNumberGeorgia"/>
              <w:cnfStyle w:val="000000000000"/>
              <w:rPr>
                <w:szCs w:val="24"/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marcas vocês associam a este produto?</w:t>
            </w:r>
          </w:p>
          <w:p w:rsidR="00C7783C" w:rsidRPr="003F29E7" w:rsidRDefault="00A27896" w:rsidP="00C7783C">
            <w:pPr>
              <w:pStyle w:val="TableNumberGeorgia"/>
              <w:cnfStyle w:val="000000000000"/>
              <w:rPr>
                <w:szCs w:val="24"/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neste produto?</w:t>
            </w:r>
          </w:p>
          <w:p w:rsidR="00C7783C" w:rsidRPr="003F29E7" w:rsidRDefault="00A27896" w:rsidP="00C7783C">
            <w:pPr>
              <w:pStyle w:val="TableNumberGeorgia"/>
              <w:cnfStyle w:val="000000000000"/>
              <w:rPr>
                <w:szCs w:val="24"/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evitar neste produto?</w:t>
            </w:r>
          </w:p>
          <w:p w:rsidR="00C7783C" w:rsidRPr="003F29E7" w:rsidRDefault="00A27896" w:rsidP="00C7783C">
            <w:pPr>
              <w:pStyle w:val="TableNumberGeorgia"/>
              <w:cnfStyle w:val="000000000000"/>
              <w:rPr>
                <w:szCs w:val="24"/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Como um produto deste tipo se destacaria em relação a outro produto do mesmo tipo?</w:t>
            </w:r>
          </w:p>
          <w:p w:rsidR="00C7783C" w:rsidRPr="003F29E7" w:rsidRDefault="00A27896" w:rsidP="00C7783C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Qual o preço que vocês esperariam pagar por este produto?</w:t>
            </w:r>
          </w:p>
        </w:tc>
      </w:tr>
    </w:tbl>
    <w:p w:rsidR="00C7783C" w:rsidRPr="003F29E7" w:rsidRDefault="00267732" w:rsidP="006342C1">
      <w:pPr>
        <w:pStyle w:val="BodyText"/>
        <w:rPr>
          <w:lang w:val="pt-BR"/>
        </w:rPr>
      </w:pPr>
    </w:p>
    <w:tbl>
      <w:tblPr>
        <w:tblStyle w:val="DP-Plain"/>
        <w:tblW w:w="0" w:type="auto"/>
        <w:tblLook w:val="04A0"/>
      </w:tblPr>
      <w:tblGrid>
        <w:gridCol w:w="1663"/>
        <w:gridCol w:w="8749"/>
      </w:tblGrid>
      <w:tr w:rsidR="007814E1" w:rsidRPr="003F29E7" w:rsidTr="007814E1">
        <w:trPr>
          <w:cnfStyle w:val="100000000000"/>
        </w:trPr>
        <w:tc>
          <w:tcPr>
            <w:cnfStyle w:val="001000000000"/>
            <w:tcW w:w="1663" w:type="dxa"/>
          </w:tcPr>
          <w:p w:rsidR="00FD485B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Instruções</w:t>
            </w:r>
          </w:p>
        </w:tc>
        <w:tc>
          <w:tcPr>
            <w:tcW w:w="8749" w:type="dxa"/>
          </w:tcPr>
          <w:p w:rsidR="00FD485B" w:rsidRPr="003F29E7" w:rsidRDefault="00A27896" w:rsidP="00FD485B">
            <w:pPr>
              <w:pStyle w:val="TableTextGeorgia"/>
              <w:cnfStyle w:val="1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 xml:space="preserve">Seu grupo deve criar um anúncio para o produto listado abaixo. Comece por dar um nome ao seu produto. Antes de começar a criar seu anúncio, respondam as perguntas neste cartão. Vocês também devem consultar o material </w:t>
            </w:r>
            <w:r w:rsidRPr="003F29E7">
              <w:rPr>
                <w:rFonts w:eastAsia="Georgia" w:cs="Georgia"/>
                <w:i/>
                <w:iCs/>
                <w:lang w:val="pt-BR"/>
              </w:rPr>
              <w:t>Tipos de Argumentos Publicitários</w:t>
            </w:r>
            <w:r w:rsidRPr="003F29E7">
              <w:rPr>
                <w:rFonts w:eastAsia="Georgia" w:cs="Georgia"/>
                <w:lang w:val="pt-BR"/>
              </w:rPr>
              <w:t>. Escolham o tipo ou tipos de argumentos que desejam usar em seus anúncios. Criem seus anúncios finais no papel fornecido.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FD485B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Produto</w:t>
            </w:r>
          </w:p>
        </w:tc>
        <w:tc>
          <w:tcPr>
            <w:tcW w:w="8749" w:type="dxa"/>
          </w:tcPr>
          <w:p w:rsidR="00FD485B" w:rsidRPr="003F29E7" w:rsidRDefault="00A27896" w:rsidP="00FD485B">
            <w:pPr>
              <w:pStyle w:val="TableText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Tênis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FD485B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Questões</w:t>
            </w:r>
          </w:p>
        </w:tc>
        <w:tc>
          <w:tcPr>
            <w:tcW w:w="8749" w:type="dxa"/>
          </w:tcPr>
          <w:p w:rsidR="00FD485B" w:rsidRPr="003F29E7" w:rsidRDefault="00A27896" w:rsidP="00C82F2B">
            <w:pPr>
              <w:pStyle w:val="TableNumberGeorgia"/>
              <w:numPr>
                <w:ilvl w:val="0"/>
                <w:numId w:val="24"/>
              </w:numPr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experiências vocês tiveram anteriormente com este produto?</w:t>
            </w:r>
          </w:p>
          <w:p w:rsidR="00FD485B" w:rsidRPr="003F29E7" w:rsidRDefault="00A27896" w:rsidP="00FD485B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marcas vocês associam a este produto?</w:t>
            </w:r>
          </w:p>
          <w:p w:rsidR="00FD485B" w:rsidRPr="003F29E7" w:rsidRDefault="00A27896" w:rsidP="00FD485B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neste produto?</w:t>
            </w:r>
          </w:p>
          <w:p w:rsidR="00FD485B" w:rsidRPr="003F29E7" w:rsidRDefault="00A27896" w:rsidP="00FD485B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evitar neste produto?</w:t>
            </w:r>
          </w:p>
          <w:p w:rsidR="00FD485B" w:rsidRPr="003F29E7" w:rsidRDefault="00A27896" w:rsidP="00FD485B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Como um produto deste tipo se destacaria em relação a outro produto do mesmo tipo?</w:t>
            </w:r>
          </w:p>
          <w:p w:rsidR="00FD485B" w:rsidRPr="003F29E7" w:rsidRDefault="00A27896" w:rsidP="00FD485B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Qual o preço que vocês esperariam pagar por este produto?</w:t>
            </w:r>
          </w:p>
        </w:tc>
      </w:tr>
    </w:tbl>
    <w:p w:rsidR="00FD485B" w:rsidRPr="003F29E7" w:rsidRDefault="00267732" w:rsidP="006342C1">
      <w:pPr>
        <w:pStyle w:val="BodyText"/>
        <w:rPr>
          <w:lang w:val="pt-BR"/>
        </w:rPr>
      </w:pPr>
    </w:p>
    <w:tbl>
      <w:tblPr>
        <w:tblStyle w:val="DP-Plain"/>
        <w:tblW w:w="0" w:type="auto"/>
        <w:tblLook w:val="04A0"/>
      </w:tblPr>
      <w:tblGrid>
        <w:gridCol w:w="1663"/>
        <w:gridCol w:w="8749"/>
      </w:tblGrid>
      <w:tr w:rsidR="007814E1" w:rsidRPr="003F29E7" w:rsidTr="007814E1">
        <w:trPr>
          <w:cnfStyle w:val="100000000000"/>
        </w:trPr>
        <w:tc>
          <w:tcPr>
            <w:cnfStyle w:val="001000000000"/>
            <w:tcW w:w="1663" w:type="dxa"/>
          </w:tcPr>
          <w:p w:rsidR="00FD485B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Instruções</w:t>
            </w:r>
          </w:p>
        </w:tc>
        <w:tc>
          <w:tcPr>
            <w:tcW w:w="8749" w:type="dxa"/>
          </w:tcPr>
          <w:p w:rsidR="00FD485B" w:rsidRPr="003F29E7" w:rsidRDefault="00A27896" w:rsidP="00FD485B">
            <w:pPr>
              <w:pStyle w:val="TableTextGeorgia"/>
              <w:cnfStyle w:val="1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 xml:space="preserve">Seu grupo deve criar um anúncio para o produto listado abaixo. Comece por dar um nome ao seu produto. Antes de começar a criar seu anúncio, respondam as perguntas neste cartão. Vocês também devem consultar o material </w:t>
            </w:r>
            <w:r w:rsidRPr="003F29E7">
              <w:rPr>
                <w:rFonts w:eastAsia="Georgia" w:cs="Georgia"/>
                <w:i/>
                <w:iCs/>
                <w:lang w:val="pt-BR"/>
              </w:rPr>
              <w:t>Tipos de Argumentos Publicitários</w:t>
            </w:r>
            <w:r w:rsidRPr="003F29E7">
              <w:rPr>
                <w:rFonts w:eastAsia="Georgia" w:cs="Georgia"/>
                <w:lang w:val="pt-BR"/>
              </w:rPr>
              <w:t>. Escolham o tipo ou tipos de argumentos que desejam usar em seus anúncios. Criem seus anúncios finais no papel fornecido.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FD485B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Produto</w:t>
            </w:r>
          </w:p>
        </w:tc>
        <w:tc>
          <w:tcPr>
            <w:tcW w:w="8749" w:type="dxa"/>
          </w:tcPr>
          <w:p w:rsidR="00FD485B" w:rsidRPr="003F29E7" w:rsidRDefault="00A27896" w:rsidP="00FD485B">
            <w:pPr>
              <w:pStyle w:val="TableText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Vitaminas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FD485B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Questões</w:t>
            </w:r>
          </w:p>
        </w:tc>
        <w:tc>
          <w:tcPr>
            <w:tcW w:w="8749" w:type="dxa"/>
          </w:tcPr>
          <w:p w:rsidR="00FD485B" w:rsidRPr="003F29E7" w:rsidRDefault="00A27896" w:rsidP="00C82F2B">
            <w:pPr>
              <w:pStyle w:val="TableNumberGeorgia"/>
              <w:numPr>
                <w:ilvl w:val="0"/>
                <w:numId w:val="25"/>
              </w:numPr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experiências vocês tiveram anteriormente com este produto?</w:t>
            </w:r>
          </w:p>
          <w:p w:rsidR="00FD485B" w:rsidRPr="003F29E7" w:rsidRDefault="00A27896" w:rsidP="00FD485B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marcas vocês associam a este produto?</w:t>
            </w:r>
          </w:p>
          <w:p w:rsidR="00FD485B" w:rsidRPr="003F29E7" w:rsidRDefault="00A27896" w:rsidP="00FD485B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neste produto?</w:t>
            </w:r>
          </w:p>
          <w:p w:rsidR="00FD485B" w:rsidRPr="003F29E7" w:rsidRDefault="00A27896" w:rsidP="00FD485B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evitar neste produto?</w:t>
            </w:r>
          </w:p>
          <w:p w:rsidR="00FD485B" w:rsidRPr="003F29E7" w:rsidRDefault="00A27896" w:rsidP="00FD485B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Como um produto deste tipo se destacaria em relação a outro produto do mesmo tipo?</w:t>
            </w:r>
          </w:p>
          <w:p w:rsidR="00FD485B" w:rsidRPr="003F29E7" w:rsidRDefault="00A27896" w:rsidP="00FD485B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Qual o preço que vocês esperariam pagar por este produto?</w:t>
            </w:r>
          </w:p>
        </w:tc>
      </w:tr>
    </w:tbl>
    <w:p w:rsidR="00B83FFA" w:rsidRPr="003F29E7" w:rsidRDefault="00A27896" w:rsidP="00B83FFA">
      <w:pPr>
        <w:pStyle w:val="BodyText"/>
        <w:rPr>
          <w:lang w:val="pt-BR"/>
        </w:rPr>
      </w:pPr>
      <w:r w:rsidRPr="003F29E7">
        <w:rPr>
          <w:lang w:val="pt-BR"/>
        </w:rPr>
        <w:br w:type="page"/>
      </w:r>
    </w:p>
    <w:tbl>
      <w:tblPr>
        <w:tblStyle w:val="DP-Plain"/>
        <w:tblW w:w="0" w:type="auto"/>
        <w:tblLook w:val="04A0"/>
      </w:tblPr>
      <w:tblGrid>
        <w:gridCol w:w="1663"/>
        <w:gridCol w:w="8749"/>
      </w:tblGrid>
      <w:tr w:rsidR="007814E1" w:rsidRPr="003F29E7" w:rsidTr="007814E1">
        <w:trPr>
          <w:cnfStyle w:val="100000000000"/>
        </w:trPr>
        <w:tc>
          <w:tcPr>
            <w:cnfStyle w:val="001000000000"/>
            <w:tcW w:w="1663" w:type="dxa"/>
          </w:tcPr>
          <w:p w:rsidR="00B83FFA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lastRenderedPageBreak/>
              <w:t>Instruções</w:t>
            </w:r>
          </w:p>
        </w:tc>
        <w:tc>
          <w:tcPr>
            <w:tcW w:w="8749" w:type="dxa"/>
          </w:tcPr>
          <w:p w:rsidR="00B83FFA" w:rsidRPr="003F29E7" w:rsidRDefault="00A27896" w:rsidP="00B83FFA">
            <w:pPr>
              <w:pStyle w:val="TableTextGeorgia"/>
              <w:cnfStyle w:val="1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 xml:space="preserve">Seu grupo deve criar um anúncio para o produto listado abaixo. Comece por dar um nome ao seu produto. Antes de começar a criar seu anúncio, respondam as perguntas neste cartão. Vocês também devem consultar o material </w:t>
            </w:r>
            <w:r w:rsidRPr="003F29E7">
              <w:rPr>
                <w:rFonts w:eastAsia="Georgia" w:cs="Georgia"/>
                <w:i/>
                <w:iCs/>
                <w:lang w:val="pt-BR"/>
              </w:rPr>
              <w:t>Tipos de Argumentos Publicitários</w:t>
            </w:r>
            <w:r w:rsidRPr="003F29E7">
              <w:rPr>
                <w:rFonts w:eastAsia="Georgia" w:cs="Georgia"/>
                <w:lang w:val="pt-BR"/>
              </w:rPr>
              <w:t>. Escolham o tipo ou tipos de argumentos que desejam usar em seus anúncios. Criem seus anúncios finais no papel fornecido.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B83FFA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Produto</w:t>
            </w:r>
          </w:p>
        </w:tc>
        <w:tc>
          <w:tcPr>
            <w:tcW w:w="8749" w:type="dxa"/>
          </w:tcPr>
          <w:p w:rsidR="00B83FFA" w:rsidRPr="003F29E7" w:rsidRDefault="00A27896" w:rsidP="00B83FFA">
            <w:pPr>
              <w:pStyle w:val="TableText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Batom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B83FFA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Questões</w:t>
            </w:r>
          </w:p>
        </w:tc>
        <w:tc>
          <w:tcPr>
            <w:tcW w:w="8749" w:type="dxa"/>
          </w:tcPr>
          <w:p w:rsidR="00B83FFA" w:rsidRPr="003F29E7" w:rsidRDefault="00A27896" w:rsidP="00C82F2B">
            <w:pPr>
              <w:pStyle w:val="TableNumberGeorgia"/>
              <w:numPr>
                <w:ilvl w:val="0"/>
                <w:numId w:val="26"/>
              </w:numPr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experiências vocês tiveram anteriormente com este produto?</w:t>
            </w:r>
          </w:p>
          <w:p w:rsidR="00B83FFA" w:rsidRPr="003F29E7" w:rsidRDefault="00A27896" w:rsidP="00B83FFA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marcas vocês associam a este produto?</w:t>
            </w:r>
          </w:p>
          <w:p w:rsidR="00B83FFA" w:rsidRPr="003F29E7" w:rsidRDefault="00A27896" w:rsidP="00B83FFA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neste produto?</w:t>
            </w:r>
          </w:p>
          <w:p w:rsidR="00B83FFA" w:rsidRPr="003F29E7" w:rsidRDefault="00A27896" w:rsidP="00B83FFA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evitar neste produto?</w:t>
            </w:r>
          </w:p>
          <w:p w:rsidR="00B83FFA" w:rsidRPr="003F29E7" w:rsidRDefault="00A27896" w:rsidP="00B83FFA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Como um produto deste tipo se destacaria em relação a outro produto do mesmo tipo?</w:t>
            </w:r>
          </w:p>
          <w:p w:rsidR="00B83FFA" w:rsidRPr="003F29E7" w:rsidRDefault="00A27896" w:rsidP="00B83FFA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Qual o preço que vocês esperariam pagar por este produto?</w:t>
            </w:r>
          </w:p>
        </w:tc>
      </w:tr>
    </w:tbl>
    <w:p w:rsidR="00FD485B" w:rsidRPr="003F29E7" w:rsidRDefault="00267732" w:rsidP="006342C1">
      <w:pPr>
        <w:pStyle w:val="BodyText"/>
        <w:rPr>
          <w:lang w:val="pt-BR"/>
        </w:rPr>
      </w:pPr>
    </w:p>
    <w:tbl>
      <w:tblPr>
        <w:tblStyle w:val="DP-Plain"/>
        <w:tblW w:w="0" w:type="auto"/>
        <w:tblLook w:val="04A0"/>
      </w:tblPr>
      <w:tblGrid>
        <w:gridCol w:w="1663"/>
        <w:gridCol w:w="8749"/>
      </w:tblGrid>
      <w:tr w:rsidR="007814E1" w:rsidRPr="003F29E7" w:rsidTr="007814E1">
        <w:trPr>
          <w:cnfStyle w:val="100000000000"/>
        </w:trPr>
        <w:tc>
          <w:tcPr>
            <w:cnfStyle w:val="001000000000"/>
            <w:tcW w:w="1663" w:type="dxa"/>
          </w:tcPr>
          <w:p w:rsidR="00DD2674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Instruções</w:t>
            </w:r>
          </w:p>
        </w:tc>
        <w:tc>
          <w:tcPr>
            <w:tcW w:w="8749" w:type="dxa"/>
          </w:tcPr>
          <w:p w:rsidR="00DD2674" w:rsidRPr="003F29E7" w:rsidRDefault="00A27896" w:rsidP="00DD2674">
            <w:pPr>
              <w:pStyle w:val="TableTextGeorgia"/>
              <w:cnfStyle w:val="1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 xml:space="preserve">Seu grupo deve criar um anúncio para o produto listado abaixo. Comece por dar um nome ao seu produto. Antes de começar a criar seu anúncio, respondam as perguntas neste cartão. Vocês também devem consultar o material </w:t>
            </w:r>
            <w:r w:rsidRPr="003F29E7">
              <w:rPr>
                <w:rFonts w:eastAsia="Georgia" w:cs="Georgia"/>
                <w:i/>
                <w:iCs/>
                <w:lang w:val="pt-BR"/>
              </w:rPr>
              <w:t>Tipos de Argumentos Publicitários</w:t>
            </w:r>
            <w:r w:rsidRPr="003F29E7">
              <w:rPr>
                <w:rFonts w:eastAsia="Georgia" w:cs="Georgia"/>
                <w:lang w:val="pt-BR"/>
              </w:rPr>
              <w:t>. Escolham o tipo ou tipos de argumentos que desejam usar em seus anúncios. Criem seus anúncios finais no papel fornecido.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DD2674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Produto</w:t>
            </w:r>
          </w:p>
        </w:tc>
        <w:tc>
          <w:tcPr>
            <w:tcW w:w="8749" w:type="dxa"/>
          </w:tcPr>
          <w:p w:rsidR="00DD2674" w:rsidRPr="003F29E7" w:rsidRDefault="00A27896" w:rsidP="00DD2674">
            <w:pPr>
              <w:pStyle w:val="TableText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Desodorante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DD2674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Questões</w:t>
            </w:r>
          </w:p>
        </w:tc>
        <w:tc>
          <w:tcPr>
            <w:tcW w:w="8749" w:type="dxa"/>
          </w:tcPr>
          <w:p w:rsidR="00DD2674" w:rsidRPr="003F29E7" w:rsidRDefault="00A27896" w:rsidP="00C82F2B">
            <w:pPr>
              <w:pStyle w:val="TableNumberGeorgia"/>
              <w:numPr>
                <w:ilvl w:val="0"/>
                <w:numId w:val="27"/>
              </w:numPr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experiências vocês tiveram anteriormente com este produto?</w:t>
            </w:r>
          </w:p>
          <w:p w:rsidR="00DD2674" w:rsidRPr="003F29E7" w:rsidRDefault="00A27896" w:rsidP="00DD2674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marcas vocês associam a este produto?</w:t>
            </w:r>
          </w:p>
          <w:p w:rsidR="00DD2674" w:rsidRPr="003F29E7" w:rsidRDefault="00A27896" w:rsidP="00DD2674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neste produto?</w:t>
            </w:r>
          </w:p>
          <w:p w:rsidR="00DD2674" w:rsidRPr="003F29E7" w:rsidRDefault="00A27896" w:rsidP="00DD2674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evitar neste produto?</w:t>
            </w:r>
          </w:p>
          <w:p w:rsidR="00DD2674" w:rsidRPr="003F29E7" w:rsidRDefault="00A27896" w:rsidP="00DD2674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Como um produto deste tipo se destacaria em relação a outro produto do mesmo tipo?</w:t>
            </w:r>
          </w:p>
          <w:p w:rsidR="00DD2674" w:rsidRPr="003F29E7" w:rsidRDefault="00A27896" w:rsidP="00DD2674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Qual o preço que vocês esperariam pagar por este produto?</w:t>
            </w:r>
          </w:p>
        </w:tc>
      </w:tr>
    </w:tbl>
    <w:p w:rsidR="00DD2674" w:rsidRPr="003F29E7" w:rsidRDefault="00267732" w:rsidP="006342C1">
      <w:pPr>
        <w:pStyle w:val="BodyText"/>
        <w:rPr>
          <w:lang w:val="pt-BR"/>
        </w:rPr>
      </w:pPr>
    </w:p>
    <w:tbl>
      <w:tblPr>
        <w:tblStyle w:val="DP-Plain"/>
        <w:tblW w:w="0" w:type="auto"/>
        <w:tblLook w:val="04A0"/>
      </w:tblPr>
      <w:tblGrid>
        <w:gridCol w:w="1663"/>
        <w:gridCol w:w="8749"/>
      </w:tblGrid>
      <w:tr w:rsidR="007814E1" w:rsidRPr="003F29E7" w:rsidTr="007814E1">
        <w:trPr>
          <w:cnfStyle w:val="100000000000"/>
        </w:trPr>
        <w:tc>
          <w:tcPr>
            <w:cnfStyle w:val="001000000000"/>
            <w:tcW w:w="1663" w:type="dxa"/>
          </w:tcPr>
          <w:p w:rsidR="00AE50A0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Instruções</w:t>
            </w:r>
          </w:p>
        </w:tc>
        <w:tc>
          <w:tcPr>
            <w:tcW w:w="8749" w:type="dxa"/>
          </w:tcPr>
          <w:p w:rsidR="00AE50A0" w:rsidRPr="003F29E7" w:rsidRDefault="00A27896" w:rsidP="00AE50A0">
            <w:pPr>
              <w:pStyle w:val="TableTextGeorgia"/>
              <w:cnfStyle w:val="1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 xml:space="preserve">Seu grupo deve criar um anúncio para o produto listado abaixo. Comece por dar um nome ao seu produto. Antes de começar a criar seu anúncio, respondam as perguntas neste cartão. Vocês também devem consultar o material </w:t>
            </w:r>
            <w:r w:rsidRPr="003F29E7">
              <w:rPr>
                <w:rFonts w:eastAsia="Georgia" w:cs="Georgia"/>
                <w:i/>
                <w:iCs/>
                <w:lang w:val="pt-BR"/>
              </w:rPr>
              <w:t>Tipos de Argumentos Publicitários</w:t>
            </w:r>
            <w:r w:rsidRPr="003F29E7">
              <w:rPr>
                <w:rFonts w:eastAsia="Georgia" w:cs="Georgia"/>
                <w:lang w:val="pt-BR"/>
              </w:rPr>
              <w:t>. Escolham o tipo ou tipos de argumentos que desejam usar em seus anúncios. Criem seus anúncios finais no papel fornecido.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AE50A0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Produto</w:t>
            </w:r>
          </w:p>
        </w:tc>
        <w:tc>
          <w:tcPr>
            <w:tcW w:w="8749" w:type="dxa"/>
          </w:tcPr>
          <w:p w:rsidR="00AE50A0" w:rsidRPr="003F29E7" w:rsidRDefault="00A27896" w:rsidP="00AE50A0">
            <w:pPr>
              <w:pStyle w:val="TableText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Pasta de dente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AE50A0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Questões</w:t>
            </w:r>
          </w:p>
        </w:tc>
        <w:tc>
          <w:tcPr>
            <w:tcW w:w="8749" w:type="dxa"/>
          </w:tcPr>
          <w:p w:rsidR="00AE50A0" w:rsidRPr="003F29E7" w:rsidRDefault="00A27896" w:rsidP="00C82F2B">
            <w:pPr>
              <w:pStyle w:val="TableNumberGeorgia"/>
              <w:numPr>
                <w:ilvl w:val="0"/>
                <w:numId w:val="28"/>
              </w:numPr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experiências vocês tiveram anteriormente com este produto?</w:t>
            </w:r>
          </w:p>
          <w:p w:rsidR="00AE50A0" w:rsidRPr="003F29E7" w:rsidRDefault="00A27896" w:rsidP="00AE50A0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marcas vocês associam a este produto?</w:t>
            </w:r>
          </w:p>
          <w:p w:rsidR="00AE50A0" w:rsidRPr="003F29E7" w:rsidRDefault="00A27896" w:rsidP="00AE50A0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neste produto?</w:t>
            </w:r>
          </w:p>
          <w:p w:rsidR="00AE50A0" w:rsidRPr="003F29E7" w:rsidRDefault="00A27896" w:rsidP="00AE50A0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evitar neste produto?</w:t>
            </w:r>
          </w:p>
          <w:p w:rsidR="00AE50A0" w:rsidRPr="003F29E7" w:rsidRDefault="00A27896" w:rsidP="00AE50A0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Como um produto deste tipo se destacaria em relação a outro produto do mesmo tipo?</w:t>
            </w:r>
          </w:p>
          <w:p w:rsidR="00AE50A0" w:rsidRPr="003F29E7" w:rsidRDefault="00A27896" w:rsidP="00AE50A0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Qual o preço que vocês esperariam pagar por este produto?</w:t>
            </w:r>
          </w:p>
        </w:tc>
      </w:tr>
    </w:tbl>
    <w:p w:rsidR="00AE50A0" w:rsidRPr="003F29E7" w:rsidRDefault="00A27896" w:rsidP="00AE50A0">
      <w:pPr>
        <w:pStyle w:val="BodyText"/>
        <w:rPr>
          <w:lang w:val="pt-BR"/>
        </w:rPr>
      </w:pPr>
      <w:r w:rsidRPr="003F29E7">
        <w:rPr>
          <w:lang w:val="pt-BR"/>
        </w:rPr>
        <w:br w:type="page"/>
      </w:r>
    </w:p>
    <w:tbl>
      <w:tblPr>
        <w:tblStyle w:val="DP-Plain"/>
        <w:tblW w:w="0" w:type="auto"/>
        <w:tblLook w:val="04A0"/>
      </w:tblPr>
      <w:tblGrid>
        <w:gridCol w:w="1663"/>
        <w:gridCol w:w="8749"/>
      </w:tblGrid>
      <w:tr w:rsidR="007814E1" w:rsidRPr="003F29E7" w:rsidTr="007814E1">
        <w:trPr>
          <w:cnfStyle w:val="100000000000"/>
        </w:trPr>
        <w:tc>
          <w:tcPr>
            <w:cnfStyle w:val="001000000000"/>
            <w:tcW w:w="1663" w:type="dxa"/>
          </w:tcPr>
          <w:p w:rsidR="00AE50A0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lastRenderedPageBreak/>
              <w:t>Instruções</w:t>
            </w:r>
          </w:p>
        </w:tc>
        <w:tc>
          <w:tcPr>
            <w:tcW w:w="8749" w:type="dxa"/>
          </w:tcPr>
          <w:p w:rsidR="00AE50A0" w:rsidRPr="003F29E7" w:rsidRDefault="00A27896" w:rsidP="00AE50A0">
            <w:pPr>
              <w:pStyle w:val="TableTextGeorgia"/>
              <w:cnfStyle w:val="1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 xml:space="preserve">Seu grupo deve criar um anúncio para o produto listado abaixo. Comece por dar um nome ao seu produto. Antes de começar a criar seu anúncio, respondam as perguntas neste cartão. Vocês também devem consultar o material </w:t>
            </w:r>
            <w:r w:rsidRPr="003F29E7">
              <w:rPr>
                <w:rFonts w:eastAsia="Georgia" w:cs="Georgia"/>
                <w:i/>
                <w:iCs/>
                <w:lang w:val="pt-BR"/>
              </w:rPr>
              <w:t>Tipos de Argumentos Publicitários</w:t>
            </w:r>
            <w:r w:rsidRPr="003F29E7">
              <w:rPr>
                <w:rFonts w:eastAsia="Georgia" w:cs="Georgia"/>
                <w:lang w:val="pt-BR"/>
              </w:rPr>
              <w:t>. Escolham o tipo ou tipos de argumentos que desejam usar em seus anúncios. Criem seus anúncios finais no papel fornecido.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AE50A0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Produto</w:t>
            </w:r>
          </w:p>
        </w:tc>
        <w:tc>
          <w:tcPr>
            <w:tcW w:w="8749" w:type="dxa"/>
          </w:tcPr>
          <w:p w:rsidR="00AE50A0" w:rsidRPr="003F29E7" w:rsidRDefault="00A27896" w:rsidP="00AE50A0">
            <w:pPr>
              <w:pStyle w:val="TableText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Xampu</w:t>
            </w:r>
          </w:p>
        </w:tc>
      </w:tr>
      <w:tr w:rsidR="007814E1" w:rsidRPr="003F29E7" w:rsidTr="007814E1">
        <w:tc>
          <w:tcPr>
            <w:cnfStyle w:val="001000000000"/>
            <w:tcW w:w="1663" w:type="dxa"/>
          </w:tcPr>
          <w:p w:rsidR="00AE50A0" w:rsidRPr="003F29E7" w:rsidRDefault="00A27896" w:rsidP="00D27464">
            <w:pPr>
              <w:pStyle w:val="TableTitleGeorgia"/>
              <w:rPr>
                <w:lang w:val="pt-BR"/>
              </w:rPr>
            </w:pPr>
            <w:r w:rsidRPr="003F29E7">
              <w:rPr>
                <w:rFonts w:eastAsia="Georgia" w:cs="Georgia"/>
                <w:bCs/>
                <w:iCs/>
                <w:color w:val="DC6900"/>
                <w:lang w:val="pt-BR"/>
              </w:rPr>
              <w:t>Questões</w:t>
            </w:r>
          </w:p>
        </w:tc>
        <w:tc>
          <w:tcPr>
            <w:tcW w:w="8749" w:type="dxa"/>
          </w:tcPr>
          <w:p w:rsidR="00AE50A0" w:rsidRPr="003F29E7" w:rsidRDefault="00A27896" w:rsidP="00C82F2B">
            <w:pPr>
              <w:pStyle w:val="TableNumberGeorgia"/>
              <w:numPr>
                <w:ilvl w:val="0"/>
                <w:numId w:val="29"/>
              </w:numPr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experiências vocês tiveram anteriormente com este produto?</w:t>
            </w:r>
          </w:p>
          <w:p w:rsidR="00AE50A0" w:rsidRPr="003F29E7" w:rsidRDefault="00A27896" w:rsidP="00AE50A0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marcas vocês associam a este produto?</w:t>
            </w:r>
          </w:p>
          <w:p w:rsidR="00AE50A0" w:rsidRPr="003F29E7" w:rsidRDefault="00A27896" w:rsidP="00AE50A0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neste produto?</w:t>
            </w:r>
          </w:p>
          <w:p w:rsidR="00AE50A0" w:rsidRPr="003F29E7" w:rsidRDefault="00A27896" w:rsidP="00AE50A0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Quais recursos ou características os consumidores querem evitar neste produto?</w:t>
            </w:r>
          </w:p>
          <w:p w:rsidR="00AE50A0" w:rsidRPr="003F29E7" w:rsidRDefault="00A27896" w:rsidP="00AE50A0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Como um produto deste tipo se destacaria em relação a outro produto do mesmo tipo?</w:t>
            </w:r>
          </w:p>
          <w:p w:rsidR="00AE50A0" w:rsidRPr="003F29E7" w:rsidRDefault="00A27896" w:rsidP="00AE50A0">
            <w:pPr>
              <w:pStyle w:val="TableNumberGeorgia"/>
              <w:cnfStyle w:val="000000000000"/>
              <w:rPr>
                <w:lang w:val="pt-BR"/>
              </w:rPr>
            </w:pPr>
            <w:r w:rsidRPr="003F29E7">
              <w:rPr>
                <w:rFonts w:eastAsia="Georgia" w:cs="Georgia"/>
                <w:lang w:val="pt-BR"/>
              </w:rPr>
              <w:t>Qual o preço que vocês esperariam pagar por este produto?</w:t>
            </w:r>
          </w:p>
        </w:tc>
      </w:tr>
    </w:tbl>
    <w:p w:rsidR="00EC047B" w:rsidRPr="003F29E7" w:rsidRDefault="00267732" w:rsidP="006342C1">
      <w:pPr>
        <w:pStyle w:val="BodyText"/>
        <w:rPr>
          <w:lang w:val="pt-BR"/>
        </w:rPr>
      </w:pPr>
    </w:p>
    <w:sectPr w:rsidR="00EC047B" w:rsidRPr="003F29E7" w:rsidSect="00361738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469" w:right="1022" w:bottom="1469" w:left="1022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896" w:rsidRDefault="00A27896" w:rsidP="007814E1">
      <w:pPr>
        <w:spacing w:after="0" w:line="240" w:lineRule="auto"/>
      </w:pPr>
      <w:r>
        <w:separator/>
      </w:r>
    </w:p>
  </w:endnote>
  <w:endnote w:type="continuationSeparator" w:id="0">
    <w:p w:rsidR="00A27896" w:rsidRDefault="00A27896" w:rsidP="0078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Helvetica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21" w:rsidRPr="007801C5" w:rsidRDefault="00A27896" w:rsidP="00504C5D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Texto de rodapé vai aqui</w:t>
    </w:r>
  </w:p>
  <w:p w:rsidR="00334E21" w:rsidRPr="007801C5" w:rsidRDefault="00A27896" w:rsidP="00504C5D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PwC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 xml:space="preserve">Página </w:t>
    </w:r>
    <w:r w:rsidR="0041502D">
      <w:fldChar w:fldCharType="begin"/>
    </w:r>
    <w:r w:rsidRPr="007801C5">
      <w:rPr>
        <w:lang w:val="pt-PT"/>
      </w:rPr>
      <w:instrText xml:space="preserve"> PAGE   \* MERGEFORMAT </w:instrText>
    </w:r>
    <w:r w:rsidR="0041502D">
      <w:fldChar w:fldCharType="separate"/>
    </w:r>
    <w:r w:rsidRPr="007801C5">
      <w:rPr>
        <w:noProof/>
        <w:lang w:val="pt-PT"/>
      </w:rPr>
      <w:t>17</w:t>
    </w:r>
    <w:r w:rsidR="0041502D">
      <w:rPr>
        <w:noProof/>
      </w:rPr>
      <w:fldChar w:fldCharType="end"/>
    </w:r>
    <w:r>
      <w:rPr>
        <w:rFonts w:ascii="Georgia" w:eastAsia="Georgia" w:hAnsi="Georgia" w:cs="Georgia"/>
        <w:szCs w:val="19"/>
        <w:lang w:val="pt-BR"/>
      </w:rPr>
      <w:t xml:space="preserve"> de </w:t>
    </w:r>
    <w:fldSimple w:instr=" NUMPAGES   \* MERGEFORMAT ">
      <w:r w:rsidRPr="007801C5">
        <w:rPr>
          <w:noProof/>
          <w:lang w:val="pt-PT"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21" w:rsidRPr="00AB4EAC" w:rsidRDefault="00A27896" w:rsidP="00504C5D">
    <w:pPr>
      <w:pStyle w:val="Footer"/>
      <w:rPr>
        <w:rFonts w:ascii="Georgia" w:hAnsi="Georgia"/>
      </w:rPr>
    </w:pPr>
    <w:r w:rsidRPr="00AB4EAC">
      <w:rPr>
        <w:rFonts w:ascii="Georgia" w:eastAsia="Georgia" w:hAnsi="Georgia" w:cs="Georgia"/>
        <w:szCs w:val="19"/>
        <w:lang w:val="pt-BR"/>
      </w:rPr>
      <w:t xml:space="preserve">Página </w:t>
    </w:r>
    <w:r w:rsidR="0041502D" w:rsidRPr="00AB4EAC">
      <w:rPr>
        <w:rFonts w:ascii="Georgia" w:hAnsi="Georgia"/>
      </w:rPr>
      <w:fldChar w:fldCharType="begin"/>
    </w:r>
    <w:r w:rsidRPr="00AB4EAC">
      <w:rPr>
        <w:rFonts w:ascii="Georgia" w:hAnsi="Georgia"/>
      </w:rPr>
      <w:instrText xml:space="preserve"> PAGE   \* MERGEFORMAT </w:instrText>
    </w:r>
    <w:r w:rsidR="0041502D" w:rsidRPr="00AB4EAC">
      <w:rPr>
        <w:rFonts w:ascii="Georgia" w:hAnsi="Georgia"/>
      </w:rPr>
      <w:fldChar w:fldCharType="separate"/>
    </w:r>
    <w:r>
      <w:rPr>
        <w:rFonts w:ascii="Georgia" w:hAnsi="Georgia"/>
        <w:noProof/>
      </w:rPr>
      <w:t>4</w:t>
    </w:r>
    <w:r w:rsidR="0041502D" w:rsidRPr="00AB4EAC">
      <w:rPr>
        <w:rFonts w:ascii="Georgia" w:hAnsi="Georgia"/>
      </w:rPr>
      <w:fldChar w:fldCharType="end"/>
    </w:r>
    <w:r w:rsidRPr="00AB4EAC">
      <w:rPr>
        <w:rFonts w:ascii="Georgia" w:eastAsia="Georgia" w:hAnsi="Georgia" w:cs="Georgia"/>
        <w:szCs w:val="19"/>
        <w:lang w:val="pt-BR"/>
      </w:rPr>
      <w:t xml:space="preserve"> de 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6A6" w:rsidRPr="007801C5" w:rsidRDefault="00A27896" w:rsidP="00D716A6">
    <w:pPr>
      <w:pStyle w:val="Copyright"/>
      <w:rPr>
        <w:lang w:val="pt-PT"/>
      </w:rPr>
    </w:pPr>
    <w:r w:rsidRPr="00AE587C">
      <w:rPr>
        <w:rFonts w:eastAsia="Arial" w:cs="Arial"/>
        <w:color w:val="000000"/>
        <w:szCs w:val="16"/>
        <w:lang w:val="pt-BR"/>
      </w:rPr>
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</w:r>
  </w:p>
  <w:p w:rsidR="00334E21" w:rsidRPr="00731901" w:rsidRDefault="00A27896" w:rsidP="00731901">
    <w:pPr>
      <w:pStyle w:val="Footer"/>
    </w:pPr>
    <w:r>
      <w:rPr>
        <w:rFonts w:ascii="Georgia" w:eastAsia="Georgia" w:hAnsi="Georgia" w:cs="Georgia"/>
        <w:szCs w:val="19"/>
        <w:lang w:val="pt-BR"/>
      </w:rPr>
      <w:t>PwC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 xml:space="preserve">Página </w:t>
    </w:r>
    <w:r w:rsidR="0041502D">
      <w:fldChar w:fldCharType="begin"/>
    </w:r>
    <w:r>
      <w:instrText xml:space="preserve"> PAGE   \* MERGEFORMAT </w:instrText>
    </w:r>
    <w:r w:rsidR="0041502D">
      <w:fldChar w:fldCharType="separate"/>
    </w:r>
    <w:r w:rsidR="00267732">
      <w:rPr>
        <w:noProof/>
      </w:rPr>
      <w:t>5</w:t>
    </w:r>
    <w:r w:rsidR="0041502D">
      <w:rPr>
        <w:noProof/>
      </w:rPr>
      <w:fldChar w:fldCharType="end"/>
    </w:r>
    <w:r>
      <w:rPr>
        <w:rFonts w:ascii="Georgia" w:eastAsia="Georgia" w:hAnsi="Georgia" w:cs="Georgia"/>
        <w:szCs w:val="19"/>
        <w:lang w:val="pt-BR"/>
      </w:rPr>
      <w:t xml:space="preserve"> de </w:t>
    </w:r>
    <w:fldSimple w:instr=" NUMPAGES   \* MERGEFORMAT ">
      <w:r w:rsidR="00267732">
        <w:rPr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21" w:rsidRPr="007801C5" w:rsidRDefault="00A27896">
    <w:pPr>
      <w:pStyle w:val="Footer"/>
      <w:rPr>
        <w:lang w:val="pt-PT"/>
      </w:rPr>
    </w:pPr>
    <w:r>
      <w:rPr>
        <w:rFonts w:ascii="Georgia" w:eastAsia="Georgia" w:hAnsi="Georgia" w:cs="Georgia"/>
        <w:szCs w:val="19"/>
        <w:lang w:val="pt-BR"/>
      </w:rPr>
      <w:t>Termos locais de renúncia e declarações de direitos autorais aqui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896" w:rsidRDefault="00A27896" w:rsidP="007814E1">
      <w:pPr>
        <w:spacing w:after="0" w:line="240" w:lineRule="auto"/>
      </w:pPr>
      <w:r>
        <w:separator/>
      </w:r>
    </w:p>
  </w:footnote>
  <w:footnote w:type="continuationSeparator" w:id="0">
    <w:p w:rsidR="00A27896" w:rsidRDefault="00A27896" w:rsidP="00781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8421"/>
    </w:tblGrid>
    <w:tr w:rsidR="007814E1">
      <w:trPr>
        <w:cnfStyle w:val="100000000000"/>
        <w:trHeight w:hRule="exact" w:val="227"/>
      </w:trPr>
      <w:tc>
        <w:tcPr>
          <w:tcW w:w="5000" w:type="pct"/>
        </w:tcPr>
        <w:p w:rsidR="00334E21" w:rsidRDefault="00267732">
          <w:pPr>
            <w:rPr>
              <w:sz w:val="14"/>
              <w:szCs w:val="14"/>
            </w:rPr>
          </w:pPr>
        </w:p>
      </w:tc>
    </w:tr>
  </w:tbl>
  <w:p w:rsidR="00334E21" w:rsidRDefault="00A27896">
    <w:pPr>
      <w:pStyle w:val="Header"/>
    </w:pPr>
    <w:r>
      <w:rPr>
        <w:rFonts w:ascii="Georgia" w:eastAsia="Georgia" w:hAnsi="Georgia" w:cs="Georgia"/>
        <w:szCs w:val="19"/>
        <w:lang w:val="pt-BR"/>
      </w:rPr>
      <w:t>Cabeçalho vai aqui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>Rascunho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21" w:rsidRDefault="00A27896">
    <w:pPr>
      <w:pStyle w:val="Header"/>
    </w:pPr>
    <w:r>
      <w:rPr>
        <w:noProof/>
        <w:lang w:val="en-US" w:eastAsia="zh-CN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438785</wp:posOffset>
          </wp:positionH>
          <wp:positionV relativeFrom="page">
            <wp:posOffset>521335</wp:posOffset>
          </wp:positionV>
          <wp:extent cx="1409700" cy="1190625"/>
          <wp:effectExtent l="0" t="0" r="0" b="0"/>
          <wp:wrapNone/>
          <wp:docPr id="16" name="first_pag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st_page_logo"/>
                  <pic:cNvPicPr preferRelativeResize="0"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1190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E21" w:rsidRPr="0072257C" w:rsidRDefault="00A27896" w:rsidP="0072257C">
    <w:pPr>
      <w:pStyle w:val="Header"/>
      <w:rPr>
        <w:rFonts w:ascii="Georgia" w:hAnsi="Georgia"/>
        <w:szCs w:val="19"/>
      </w:rPr>
    </w:pPr>
    <w:r w:rsidRPr="0078100C">
      <w:rPr>
        <w:noProof/>
        <w:lang w:val="en-US" w:eastAsia="zh-CN"/>
      </w:rPr>
      <w:drawing>
        <wp:anchor distT="0" distB="0" distL="114300" distR="114300" simplePos="0" relativeHeight="251713536" behindDoc="0" locked="0" layoutInCell="1" allowOverlap="1">
          <wp:simplePos x="0" y="0"/>
          <wp:positionH relativeFrom="page">
            <wp:posOffset>1188720</wp:posOffset>
          </wp:positionH>
          <wp:positionV relativeFrom="page">
            <wp:posOffset>1417320</wp:posOffset>
          </wp:positionV>
          <wp:extent cx="6617575" cy="8177842"/>
          <wp:effectExtent l="19050" t="0" r="0" b="0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7575" cy="81778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2257C">
      <w:rPr>
        <w:rFonts w:ascii="Georgia" w:eastAsia="Georgia" w:hAnsi="Georgia" w:cs="Georgia"/>
        <w:szCs w:val="19"/>
        <w:lang w:val="pt-BR"/>
      </w:rPr>
      <w:t xml:space="preserve">www.pwc.com/corporateresponsibility </w:t>
    </w:r>
    <w:r>
      <w:ptab w:relativeTo="margin" w:alignment="right" w:leader="none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182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115" w:type="dxa"/>
      </w:tblCellMar>
      <w:tblLook w:val="04A0"/>
    </w:tblPr>
    <w:tblGrid>
      <w:gridCol w:w="10538"/>
    </w:tblGrid>
    <w:tr w:rsidR="007814E1" w:rsidTr="002160E6">
      <w:trPr>
        <w:cnfStyle w:val="100000000000"/>
      </w:trPr>
      <w:tc>
        <w:tcPr>
          <w:tcW w:w="5000" w:type="pct"/>
        </w:tcPr>
        <w:p w:rsidR="00334E21" w:rsidRPr="002160E6" w:rsidRDefault="00267732" w:rsidP="00E12099">
          <w:pPr>
            <w:rPr>
              <w:sz w:val="24"/>
              <w:szCs w:val="24"/>
            </w:rPr>
          </w:pPr>
        </w:p>
      </w:tc>
    </w:tr>
  </w:tbl>
  <w:p w:rsidR="00334E21" w:rsidRDefault="00267732" w:rsidP="00CE10EE">
    <w:pPr>
      <w:pStyle w:val="Header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248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27" w:type="dxa"/>
        <w:right w:w="0" w:type="dxa"/>
      </w:tblCellMar>
      <w:tblLook w:val="04A0"/>
    </w:tblPr>
    <w:tblGrid>
      <w:gridCol w:w="10423"/>
    </w:tblGrid>
    <w:tr w:rsidR="007814E1">
      <w:trPr>
        <w:cnfStyle w:val="100000000000"/>
        <w:trHeight w:hRule="exact" w:val="227"/>
      </w:trPr>
      <w:tc>
        <w:tcPr>
          <w:tcW w:w="5000" w:type="pct"/>
        </w:tcPr>
        <w:p w:rsidR="00334E21" w:rsidRDefault="00267732">
          <w:pPr>
            <w:rPr>
              <w:sz w:val="14"/>
              <w:szCs w:val="14"/>
            </w:rPr>
          </w:pPr>
        </w:p>
      </w:tc>
    </w:tr>
  </w:tbl>
  <w:p w:rsidR="00334E21" w:rsidRDefault="00A27896">
    <w:pPr>
      <w:pStyle w:val="Header"/>
    </w:pPr>
    <w:r>
      <w:rPr>
        <w:rFonts w:ascii="Georgia" w:eastAsia="Georgia" w:hAnsi="Georgia" w:cs="Georgia"/>
        <w:szCs w:val="19"/>
        <w:lang w:val="pt-BR"/>
      </w:rPr>
      <w:t>Cabeçalho vai aqui</w:t>
    </w:r>
    <w:r>
      <w:ptab w:relativeTo="margin" w:alignment="center" w:leader="none"/>
    </w:r>
    <w:r>
      <w:ptab w:relativeTo="margin" w:alignment="right" w:leader="none"/>
    </w:r>
    <w:r>
      <w:rPr>
        <w:rFonts w:ascii="Georgia" w:eastAsia="Georgia" w:hAnsi="Georgia" w:cs="Georgia"/>
        <w:szCs w:val="19"/>
        <w:lang w:val="pt-BR"/>
      </w:rPr>
      <w:t>Rascunho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6077"/>
    <w:multiLevelType w:val="multilevel"/>
    <w:tmpl w:val="28C42E42"/>
    <w:styleLink w:val="Table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  <w:color w:val="000000" w:themeColor="text1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9577665"/>
    <w:multiLevelType w:val="multilevel"/>
    <w:tmpl w:val="F622FA0C"/>
    <w:styleLink w:val="Style5"/>
    <w:lvl w:ilvl="0">
      <w:start w:val="1"/>
      <w:numFmt w:val="lowerRoman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2">
    <w:nsid w:val="0984408E"/>
    <w:multiLevelType w:val="multilevel"/>
    <w:tmpl w:val="0C3CABF8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 w:themeColor="text1"/>
        <w:sz w:val="20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">
    <w:nsid w:val="0AEE6E54"/>
    <w:multiLevelType w:val="hybridMultilevel"/>
    <w:tmpl w:val="CE66A678"/>
    <w:lvl w:ilvl="0" w:tplc="D57C73E8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9C66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8A8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FE4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06D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B460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BACD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2C4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9AEF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C277F"/>
    <w:multiLevelType w:val="multilevel"/>
    <w:tmpl w:val="82C06CC8"/>
    <w:styleLink w:val="Style2"/>
    <w:lvl w:ilvl="0">
      <w:start w:val="1"/>
      <w:numFmt w:val="bullet"/>
      <w:pStyle w:val="TableBulletAria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000000" w:themeColor="text1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000000" w:themeColor="text1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000000" w:themeColor="text1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166849C4"/>
    <w:multiLevelType w:val="multilevel"/>
    <w:tmpl w:val="C51AFEB6"/>
    <w:name w:val="PwCListBullets12"/>
    <w:numStyleLink w:val="PwCListBullets1"/>
  </w:abstractNum>
  <w:abstractNum w:abstractNumId="6">
    <w:nsid w:val="1968638E"/>
    <w:multiLevelType w:val="hybridMultilevel"/>
    <w:tmpl w:val="A1188E98"/>
    <w:lvl w:ilvl="0" w:tplc="9306C006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5010E6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6C4D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0097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6F0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E422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A8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4C8F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D4C1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849F5"/>
    <w:multiLevelType w:val="multilevel"/>
    <w:tmpl w:val="0C3CABF8"/>
    <w:name w:val="PwCListNumbers12"/>
    <w:numStyleLink w:val="PwCListNumbers1"/>
  </w:abstractNum>
  <w:abstractNum w:abstractNumId="8">
    <w:nsid w:val="23CD278B"/>
    <w:multiLevelType w:val="multilevel"/>
    <w:tmpl w:val="DBC250CC"/>
    <w:styleLink w:val="Style6"/>
    <w:lvl w:ilvl="0">
      <w:start w:val="1"/>
      <w:numFmt w:val="decimal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369F24B6"/>
    <w:multiLevelType w:val="multilevel"/>
    <w:tmpl w:val="005623D4"/>
    <w:numStyleLink w:val="Style7"/>
  </w:abstractNum>
  <w:abstractNum w:abstractNumId="10">
    <w:nsid w:val="3A57486E"/>
    <w:multiLevelType w:val="multilevel"/>
    <w:tmpl w:val="0D1C30F2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806"/>
        </w:tabs>
        <w:ind w:left="806" w:hanging="403"/>
      </w:pPr>
      <w:rPr>
        <w:rFonts w:ascii="Georgia" w:hAnsi="Georgia" w:hint="default"/>
        <w:b w:val="0"/>
        <w:i w:val="0"/>
        <w:sz w:val="20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1613"/>
        </w:tabs>
        <w:ind w:left="1613" w:hanging="403"/>
      </w:pPr>
      <w:rPr>
        <w:rFonts w:ascii="Georgia" w:hAnsi="Georgia" w:hint="default"/>
        <w:b w:val="0"/>
        <w:i w:val="0"/>
        <w:sz w:val="20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016"/>
        </w:tabs>
        <w:ind w:left="2016" w:hanging="403"/>
      </w:pPr>
      <w:rPr>
        <w:rFonts w:ascii="Georgia" w:hAnsi="Georgia" w:hint="default"/>
        <w:b w:val="0"/>
        <w:i w:val="0"/>
        <w:sz w:val="20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>
    <w:nsid w:val="3C57163F"/>
    <w:multiLevelType w:val="hybridMultilevel"/>
    <w:tmpl w:val="B480232C"/>
    <w:name w:val="PwCListNumbers13"/>
    <w:lvl w:ilvl="0" w:tplc="423A00E8">
      <w:start w:val="1"/>
      <w:numFmt w:val="bullet"/>
      <w:pStyle w:val="ListBullet4"/>
      <w:lvlText w:val="&gt;"/>
      <w:lvlJc w:val="left"/>
      <w:pPr>
        <w:ind w:left="1440" w:hanging="360"/>
      </w:pPr>
      <w:rPr>
        <w:rFonts w:ascii="Arial" w:hAnsi="Arial" w:hint="default"/>
      </w:rPr>
    </w:lvl>
    <w:lvl w:ilvl="1" w:tplc="1188FC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123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6884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962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1602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AC65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4035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ACDA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102E8"/>
    <w:multiLevelType w:val="hybridMultilevel"/>
    <w:tmpl w:val="9724ABA0"/>
    <w:lvl w:ilvl="0" w:tplc="A4503182">
      <w:start w:val="1"/>
      <w:numFmt w:val="bullet"/>
      <w:pStyle w:val="ListBullet3"/>
      <w:lvlText w:val="o"/>
      <w:lvlJc w:val="left"/>
      <w:pPr>
        <w:ind w:left="1440" w:hanging="360"/>
      </w:pPr>
      <w:rPr>
        <w:rFonts w:ascii="Courier New" w:hAnsi="Courier New" w:hint="default"/>
        <w:color w:val="000000" w:themeColor="text1"/>
      </w:rPr>
    </w:lvl>
    <w:lvl w:ilvl="1" w:tplc="B57262C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0E41CC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6A6184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55C703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CE16E02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A7490C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FB4E94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C8228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F0C66CF"/>
    <w:multiLevelType w:val="multilevel"/>
    <w:tmpl w:val="005623D4"/>
    <w:styleLink w:val="Style7"/>
    <w:lvl w:ilvl="0">
      <w:start w:val="1"/>
      <w:numFmt w:val="decimal"/>
      <w:pStyle w:val="TableNumber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23F29C0"/>
    <w:multiLevelType w:val="hybridMultilevel"/>
    <w:tmpl w:val="F79CB574"/>
    <w:lvl w:ilvl="0" w:tplc="2C60B0B4">
      <w:start w:val="1"/>
      <w:numFmt w:val="bullet"/>
      <w:pStyle w:val="Style1"/>
      <w:lvlText w:val="~"/>
      <w:lvlJc w:val="left"/>
      <w:pPr>
        <w:ind w:left="2160" w:hanging="360"/>
      </w:pPr>
      <w:rPr>
        <w:rFonts w:ascii="Georgia" w:hAnsi="Georgia" w:hint="default"/>
      </w:rPr>
    </w:lvl>
    <w:lvl w:ilvl="1" w:tplc="62AE0D0C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42AB0FE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AF06E3CE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98325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8D9C282E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D1007FFC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6E460328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86E6B4BE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E401664"/>
    <w:multiLevelType w:val="multilevel"/>
    <w:tmpl w:val="EE12AE72"/>
    <w:numStyleLink w:val="PwCAppendixList1"/>
  </w:abstractNum>
  <w:abstractNum w:abstractNumId="17">
    <w:nsid w:val="60171CAB"/>
    <w:multiLevelType w:val="multilevel"/>
    <w:tmpl w:val="82C06CC8"/>
    <w:name w:val="PwCListNumbers142"/>
    <w:numStyleLink w:val="Style2"/>
  </w:abstractNum>
  <w:abstractNum w:abstractNumId="18">
    <w:nsid w:val="60E16E88"/>
    <w:multiLevelType w:val="multilevel"/>
    <w:tmpl w:val="82C06CC8"/>
    <w:numStyleLink w:val="Style2"/>
  </w:abstractNum>
  <w:abstractNum w:abstractNumId="19">
    <w:nsid w:val="659D0AB5"/>
    <w:multiLevelType w:val="multilevel"/>
    <w:tmpl w:val="C78A7234"/>
    <w:styleLink w:val="Styl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6A080DCA"/>
    <w:multiLevelType w:val="multilevel"/>
    <w:tmpl w:val="0A1C4C12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6A103932"/>
    <w:multiLevelType w:val="multilevel"/>
    <w:tmpl w:val="A6E4EFD6"/>
    <w:name w:val="PwCListNumbers14"/>
    <w:styleLink w:val="Style3"/>
    <w:lvl w:ilvl="0">
      <w:start w:val="1"/>
      <w:numFmt w:val="decimal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2591CA9"/>
    <w:multiLevelType w:val="multilevel"/>
    <w:tmpl w:val="C51AFEB6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2"/>
  </w:num>
  <w:num w:numId="5">
    <w:abstractNumId w:val="4"/>
  </w:num>
  <w:num w:numId="6">
    <w:abstractNumId w:val="3"/>
  </w:num>
  <w:num w:numId="7">
    <w:abstractNumId w:val="6"/>
  </w:num>
  <w:num w:numId="8">
    <w:abstractNumId w:val="11"/>
  </w:num>
  <w:num w:numId="9">
    <w:abstractNumId w:val="15"/>
  </w:num>
  <w:num w:numId="10">
    <w:abstractNumId w:val="1"/>
  </w:num>
  <w:num w:numId="11">
    <w:abstractNumId w:val="8"/>
  </w:num>
  <w:num w:numId="12">
    <w:abstractNumId w:val="13"/>
  </w:num>
  <w:num w:numId="13">
    <w:abstractNumId w:val="16"/>
  </w:num>
  <w:num w:numId="14">
    <w:abstractNumId w:val="21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8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attachedTemplate r:id="rId1"/>
  <w:stylePaneFormatFilter w:val="1024"/>
  <w:stylePaneSortMethod w:val="0000"/>
  <w:doNotTrackMoves/>
  <w:defaultTabStop w:val="720"/>
  <w:hyphenationZone w:val="425"/>
  <w:drawingGridHorizontalSpacing w:val="100"/>
  <w:drawingGridVerticalSpacing w:val="87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4E1"/>
    <w:rsid w:val="00267732"/>
    <w:rsid w:val="003F29E7"/>
    <w:rsid w:val="0041502D"/>
    <w:rsid w:val="007801C5"/>
    <w:rsid w:val="007814E1"/>
    <w:rsid w:val="00A27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qFormat="1"/>
    <w:lsdException w:name="List Number" w:uiPriority="14" w:qFormat="1"/>
    <w:lsdException w:name="List Bullet 2" w:qFormat="1"/>
    <w:lsdException w:name="List Bullet 3" w:qFormat="1"/>
    <w:lsdException w:name="List Bullet 5" w:uiPriority="13"/>
    <w:lsdException w:name="List Number 2" w:qFormat="1"/>
    <w:lsdException w:name="List Number 3" w:uiPriority="13" w:qFormat="1"/>
    <w:lsdException w:name="List Number 4" w:uiPriority="13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B518A6"/>
  </w:style>
  <w:style w:type="paragraph" w:styleId="Heading1">
    <w:name w:val="heading 1"/>
    <w:basedOn w:val="Normal"/>
    <w:next w:val="Heading2"/>
    <w:link w:val="Heading1Char"/>
    <w:uiPriority w:val="9"/>
    <w:qFormat/>
    <w:rsid w:val="00EC047B"/>
    <w:pPr>
      <w:keepNext/>
      <w:keepLines/>
      <w:spacing w:after="48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56"/>
      <w:szCs w:val="2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C047B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C047B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C047B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C047B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C047B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C047B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C047B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47B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EC047B"/>
  </w:style>
  <w:style w:type="character" w:customStyle="1" w:styleId="BodyTextChar">
    <w:name w:val="Body Text Char"/>
    <w:basedOn w:val="DefaultParagraphFont"/>
    <w:link w:val="BodyText"/>
    <w:rsid w:val="00EC047B"/>
  </w:style>
  <w:style w:type="paragraph" w:customStyle="1" w:styleId="BodySingle">
    <w:name w:val="Body Single"/>
    <w:basedOn w:val="BodyText"/>
    <w:link w:val="BodySingleChar"/>
    <w:uiPriority w:val="1"/>
    <w:qFormat/>
    <w:rsid w:val="00EC047B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BodySingleChar">
    <w:name w:val="Body Single Char"/>
    <w:basedOn w:val="BodyTextChar"/>
    <w:link w:val="BodySingle"/>
    <w:uiPriority w:val="1"/>
    <w:rsid w:val="00EC047B"/>
  </w:style>
  <w:style w:type="character" w:customStyle="1" w:styleId="HeaderChar">
    <w:name w:val="Header Char"/>
    <w:basedOn w:val="DefaultParagraphFont"/>
    <w:link w:val="Header"/>
    <w:uiPriority w:val="99"/>
    <w:rsid w:val="00EC047B"/>
    <w:rPr>
      <w:rFonts w:asciiTheme="minorHAnsi" w:hAnsiTheme="minorHAnsi"/>
      <w:sz w:val="19"/>
    </w:rPr>
  </w:style>
  <w:style w:type="paragraph" w:styleId="Footer">
    <w:name w:val="footer"/>
    <w:aliases w:val="|| Footer"/>
    <w:basedOn w:val="Normal"/>
    <w:link w:val="FooterChar"/>
    <w:uiPriority w:val="99"/>
    <w:unhideWhenUsed/>
    <w:rsid w:val="00EC047B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FooterChar">
    <w:name w:val="Footer Char"/>
    <w:aliases w:val="|| Footer Char"/>
    <w:basedOn w:val="DefaultParagraphFont"/>
    <w:link w:val="Footer"/>
    <w:uiPriority w:val="99"/>
    <w:rsid w:val="00EC047B"/>
    <w:rPr>
      <w:rFonts w:asciiTheme="minorHAnsi" w:hAnsiTheme="minorHAnsi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EC047B"/>
    <w:rPr>
      <w:rFonts w:asciiTheme="majorHAnsi" w:eastAsiaTheme="majorEastAsia" w:hAnsiTheme="majorHAnsi" w:cstheme="majorBidi"/>
      <w:b/>
      <w:bCs/>
      <w:i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47B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47B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C047B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C047B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0467A3"/>
    <w:pPr>
      <w:spacing w:before="600" w:after="0" w:line="240" w:lineRule="auto"/>
      <w:ind w:right="3341"/>
      <w:contextualSpacing/>
    </w:pPr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0467A3"/>
    <w:rPr>
      <w:rFonts w:asciiTheme="majorHAnsi" w:eastAsiaTheme="majorEastAsia" w:hAnsiTheme="majorHAnsi" w:cstheme="majorBidi"/>
      <w:b/>
      <w:i/>
      <w:color w:val="FFFFFF" w:themeColor="background2"/>
      <w:spacing w:val="5"/>
      <w:kern w:val="28"/>
      <w:sz w:val="64"/>
      <w:szCs w:val="64"/>
    </w:rPr>
  </w:style>
  <w:style w:type="paragraph" w:styleId="TOCHeading">
    <w:name w:val="TOC Heading"/>
    <w:basedOn w:val="Heading1"/>
    <w:next w:val="Normal"/>
    <w:uiPriority w:val="39"/>
    <w:unhideWhenUsed/>
    <w:qFormat/>
    <w:rsid w:val="00EC047B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7A3"/>
    <w:pPr>
      <w:numPr>
        <w:ilvl w:val="1"/>
      </w:numPr>
      <w:spacing w:before="240" w:after="1200" w:line="240" w:lineRule="auto"/>
      <w:ind w:right="3341"/>
    </w:pPr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467A3"/>
    <w:rPr>
      <w:rFonts w:asciiTheme="majorHAnsi" w:eastAsiaTheme="majorEastAsia" w:hAnsiTheme="majorHAnsi" w:cstheme="majorBidi"/>
      <w:iCs/>
      <w:color w:val="FFFFFF" w:themeColor="background2"/>
      <w:spacing w:val="15"/>
      <w:sz w:val="64"/>
      <w:szCs w:val="6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127F6"/>
    <w:pPr>
      <w:pBdr>
        <w:top w:val="single" w:sz="8" w:space="4" w:color="DC6900" w:themeColor="text2"/>
      </w:pBdr>
      <w:spacing w:before="180" w:after="180" w:line="260" w:lineRule="atLeast"/>
      <w:ind w:left="288" w:hanging="288"/>
    </w:pPr>
  </w:style>
  <w:style w:type="paragraph" w:styleId="TOC2">
    <w:name w:val="toc 2"/>
    <w:basedOn w:val="Normal"/>
    <w:next w:val="Normal"/>
    <w:autoRedefine/>
    <w:uiPriority w:val="39"/>
    <w:unhideWhenUsed/>
    <w:rsid w:val="00EC047B"/>
    <w:pPr>
      <w:pBdr>
        <w:top w:val="dotted" w:sz="8" w:space="4" w:color="DC6900" w:themeColor="text2"/>
      </w:pBdr>
      <w:spacing w:before="120" w:after="120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EC047B"/>
    <w:pPr>
      <w:spacing w:before="120" w:after="120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EC047B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47B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56173C"/>
    <w:pPr>
      <w:numPr>
        <w:numId w:val="6"/>
      </w:numPr>
      <w:ind w:left="360"/>
      <w:contextualSpacing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EC047B"/>
    <w:pPr>
      <w:numPr>
        <w:numId w:val="1"/>
      </w:numPr>
    </w:pPr>
  </w:style>
  <w:style w:type="numbering" w:customStyle="1" w:styleId="PwCListNumbers1">
    <w:name w:val="PwC List Numbers 1"/>
    <w:uiPriority w:val="99"/>
    <w:rsid w:val="00DF0DE8"/>
    <w:pPr>
      <w:numPr>
        <w:numId w:val="2"/>
      </w:numPr>
    </w:pPr>
  </w:style>
  <w:style w:type="paragraph" w:styleId="ListNumber">
    <w:name w:val="List Number"/>
    <w:basedOn w:val="Normal"/>
    <w:uiPriority w:val="14"/>
    <w:unhideWhenUsed/>
    <w:qFormat/>
    <w:rsid w:val="00B16AE1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A16EBA"/>
    <w:pPr>
      <w:numPr>
        <w:numId w:val="7"/>
      </w:numPr>
      <w:contextualSpacing/>
    </w:pPr>
    <w:rPr>
      <w:color w:val="000000" w:themeColor="text1"/>
      <w:szCs w:val="21"/>
    </w:rPr>
  </w:style>
  <w:style w:type="paragraph" w:styleId="ListBullet3">
    <w:name w:val="List Bullet 3"/>
    <w:basedOn w:val="Normal"/>
    <w:uiPriority w:val="13"/>
    <w:unhideWhenUsed/>
    <w:qFormat/>
    <w:rsid w:val="00071C1E"/>
    <w:pPr>
      <w:numPr>
        <w:numId w:val="4"/>
      </w:numPr>
      <w:ind w:left="1080"/>
      <w:contextualSpacing/>
    </w:pPr>
  </w:style>
  <w:style w:type="paragraph" w:styleId="ListBullet4">
    <w:name w:val="List Bullet 4"/>
    <w:basedOn w:val="Normal"/>
    <w:uiPriority w:val="13"/>
    <w:unhideWhenUsed/>
    <w:rsid w:val="00A16EBA"/>
    <w:pPr>
      <w:numPr>
        <w:numId w:val="8"/>
      </w:numPr>
      <w:contextualSpacing/>
    </w:pPr>
  </w:style>
  <w:style w:type="paragraph" w:styleId="ListBullet5">
    <w:name w:val="List Bullet 5"/>
    <w:basedOn w:val="Style1"/>
    <w:uiPriority w:val="13"/>
    <w:unhideWhenUsed/>
    <w:rsid w:val="00CE3E2D"/>
    <w:pPr>
      <w:ind w:left="1800"/>
    </w:pPr>
  </w:style>
  <w:style w:type="paragraph" w:styleId="ListNumber2">
    <w:name w:val="List Number 2"/>
    <w:basedOn w:val="Normal"/>
    <w:uiPriority w:val="13"/>
    <w:unhideWhenUsed/>
    <w:qFormat/>
    <w:rsid w:val="00071C1E"/>
    <w:pPr>
      <w:numPr>
        <w:ilvl w:val="1"/>
        <w:numId w:val="3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071C1E"/>
    <w:pPr>
      <w:numPr>
        <w:ilvl w:val="2"/>
        <w:numId w:val="3"/>
      </w:numPr>
      <w:contextualSpacing/>
    </w:pPr>
  </w:style>
  <w:style w:type="paragraph" w:styleId="ListNumber4">
    <w:name w:val="List Number 4"/>
    <w:basedOn w:val="Normal"/>
    <w:uiPriority w:val="13"/>
    <w:unhideWhenUsed/>
    <w:rsid w:val="00071C1E"/>
    <w:pPr>
      <w:numPr>
        <w:ilvl w:val="3"/>
        <w:numId w:val="3"/>
      </w:numPr>
      <w:contextualSpacing/>
    </w:pPr>
  </w:style>
  <w:style w:type="paragraph" w:styleId="ListNumber5">
    <w:name w:val="List Number 5"/>
    <w:basedOn w:val="Normal"/>
    <w:uiPriority w:val="13"/>
    <w:unhideWhenUsed/>
    <w:rsid w:val="00071C1E"/>
    <w:pPr>
      <w:numPr>
        <w:ilvl w:val="4"/>
        <w:numId w:val="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EC047B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EC047B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EC047B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EC047B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EC047B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EC047B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EC047B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EC047B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EC047B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EC047B"/>
    <w:pPr>
      <w:ind w:left="2835" w:hanging="567"/>
      <w:contextualSpacing/>
    </w:pPr>
  </w:style>
  <w:style w:type="table" w:styleId="TableGrid">
    <w:name w:val="Table Grid"/>
    <w:basedOn w:val="TableNormal"/>
    <w:rsid w:val="00E37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  <w:contextualSpacing w:val="0"/>
      </w:pPr>
    </w:tblStylePr>
  </w:style>
  <w:style w:type="table" w:customStyle="1" w:styleId="PwCTableFigures">
    <w:name w:val="PwC Table Figures"/>
    <w:basedOn w:val="TableNormal"/>
    <w:uiPriority w:val="99"/>
    <w:qFormat/>
    <w:rsid w:val="00EC047B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EC047B"/>
    <w:rPr>
      <w:b w:val="0"/>
      <w:i w:val="0"/>
    </w:rPr>
  </w:style>
  <w:style w:type="paragraph" w:customStyle="1" w:styleId="Heading1NoSpacing">
    <w:name w:val="Heading 1 No Spacing"/>
    <w:basedOn w:val="Heading1"/>
    <w:next w:val="Heading2"/>
    <w:link w:val="Heading1NoSpacingChar"/>
    <w:uiPriority w:val="9"/>
    <w:qFormat/>
    <w:rsid w:val="00EC047B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EC047B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EC047B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47B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EC047B"/>
    <w:pPr>
      <w:spacing w:after="120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EC047B"/>
    <w:pPr>
      <w:spacing w:after="120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C047B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C047B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C047B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C047B"/>
    <w:pPr>
      <w:spacing w:after="120"/>
      <w:ind w:left="2269" w:hanging="284"/>
    </w:pPr>
  </w:style>
  <w:style w:type="paragraph" w:styleId="Quote">
    <w:name w:val="Quote"/>
    <w:basedOn w:val="Normal"/>
    <w:next w:val="Normal"/>
    <w:link w:val="QuoteChar"/>
    <w:uiPriority w:val="29"/>
    <w:qFormat/>
    <w:rsid w:val="00EC04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C047B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EC047B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EC047B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EC047B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C04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047B"/>
    <w:rPr>
      <w:sz w:val="16"/>
      <w:szCs w:val="16"/>
    </w:rPr>
  </w:style>
  <w:style w:type="paragraph" w:customStyle="1" w:styleId="Callout1">
    <w:name w:val="Callout 1"/>
    <w:rsid w:val="00822906"/>
    <w:pPr>
      <w:framePr w:hSpace="187" w:wrap="around" w:vAnchor="page" w:hAnchor="page" w:x="721" w:y="6913"/>
      <w:spacing w:after="180" w:line="280" w:lineRule="atLeast"/>
      <w:suppressOverlap/>
    </w:pPr>
    <w:rPr>
      <w:rFonts w:eastAsia="Times New Roman" w:cs="Arial"/>
      <w:i/>
      <w:sz w:val="19"/>
      <w:szCs w:val="36"/>
      <w:lang w:val="es-ES"/>
    </w:rPr>
  </w:style>
  <w:style w:type="table" w:customStyle="1" w:styleId="PwCMarginTable">
    <w:name w:val="PwC Margin Table"/>
    <w:basedOn w:val="TableNormal"/>
    <w:uiPriority w:val="99"/>
    <w:qFormat/>
    <w:rsid w:val="00E372A1"/>
    <w:pPr>
      <w:spacing w:after="180" w:line="260" w:lineRule="atLeast"/>
    </w:pPr>
    <w:rPr>
      <w:sz w:val="19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table" w:customStyle="1" w:styleId="DP-Plain">
    <w:name w:val="DP-Plain"/>
    <w:basedOn w:val="TableNormal"/>
    <w:uiPriority w:val="99"/>
    <w:qFormat/>
    <w:rsid w:val="008E30FC"/>
    <w:tblPr>
      <w:tblInd w:w="0" w:type="dxa"/>
      <w:tblBorders>
        <w:insideH w:val="dotted" w:sz="4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wordWrap/>
      </w:pPr>
    </w:tblStylePr>
  </w:style>
  <w:style w:type="numbering" w:customStyle="1" w:styleId="Style2">
    <w:name w:val="Style2"/>
    <w:uiPriority w:val="99"/>
    <w:rsid w:val="00DB4FD5"/>
    <w:pPr>
      <w:numPr>
        <w:numId w:val="5"/>
      </w:numPr>
    </w:pPr>
  </w:style>
  <w:style w:type="paragraph" w:styleId="Closing">
    <w:name w:val="Closing"/>
    <w:aliases w:val="Closing title"/>
    <w:link w:val="ClosingChar"/>
    <w:uiPriority w:val="99"/>
    <w:unhideWhenUsed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1">
    <w:name w:val="DP-Plain 1"/>
    <w:basedOn w:val="TableNormal"/>
    <w:uiPriority w:val="99"/>
    <w:qFormat/>
    <w:rsid w:val="000909C1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single" w:sz="6" w:space="0" w:color="DC6900" w:themeColor="text2"/>
        <w:insideV w:val="single" w:sz="6" w:space="0" w:color="DC6900" w:themeColor="text2"/>
      </w:tblBorders>
      <w:tblCellMar>
        <w:top w:w="0" w:type="dxa"/>
        <w:left w:w="115" w:type="dxa"/>
        <w:bottom w:w="0" w:type="dxa"/>
        <w:right w:w="115" w:type="dxa"/>
      </w:tblCellMar>
    </w:tblPr>
    <w:tblStylePr w:type="firstRow">
      <w:rPr>
        <w:rFonts w:ascii="Georgia" w:hAnsi="Georgia"/>
        <w:b w:val="0"/>
        <w:i w:val="0"/>
        <w:color w:val="000000" w:themeColor="text1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single" w:sz="6" w:space="0" w:color="DC6900" w:themeColor="text2"/>
          <w:tl2br w:val="nil"/>
          <w:tr2bl w:val="nil"/>
        </w:tcBorders>
      </w:tcPr>
    </w:tblStylePr>
    <w:tblStylePr w:type="lastRow">
      <w:rPr>
        <w:rFonts w:ascii="Georgia" w:hAnsi="Georgia"/>
        <w:sz w:val="20"/>
      </w:rPr>
    </w:tblStylePr>
    <w:tblStylePr w:type="firstCol">
      <w:rPr>
        <w:rFonts w:ascii="Georgia" w:hAnsi="Georgia"/>
        <w:b w:val="0"/>
        <w:color w:val="auto"/>
        <w:sz w:val="20"/>
      </w:rPr>
      <w:tblPr>
        <w:tblCellMar>
          <w:top w:w="0" w:type="dxa"/>
          <w:left w:w="115" w:type="dxa"/>
          <w:bottom w:w="0" w:type="dxa"/>
          <w:right w:w="115" w:type="dxa"/>
        </w:tblCellMar>
      </w:tblPr>
    </w:tblStylePr>
  </w:style>
  <w:style w:type="paragraph" w:customStyle="1" w:styleId="Copyright">
    <w:name w:val="Copyright"/>
    <w:basedOn w:val="Normal"/>
    <w:uiPriority w:val="99"/>
    <w:rsid w:val="00410A0B"/>
    <w:pPr>
      <w:suppressAutoHyphens/>
      <w:autoSpaceDE w:val="0"/>
      <w:autoSpaceDN w:val="0"/>
      <w:adjustRightInd w:val="0"/>
      <w:spacing w:after="150" w:line="150" w:lineRule="atLeast"/>
      <w:textAlignment w:val="center"/>
    </w:pPr>
    <w:rPr>
      <w:rFonts w:ascii="Arial" w:hAnsi="Arial" w:cs="Helvetica 55 Roman"/>
      <w:sz w:val="16"/>
      <w:szCs w:val="12"/>
      <w:lang w:val="en-US"/>
    </w:rPr>
  </w:style>
  <w:style w:type="paragraph" w:customStyle="1" w:styleId="TableTitleGeorgia">
    <w:name w:val="Table Title_Georgia"/>
    <w:basedOn w:val="BodyText2"/>
    <w:uiPriority w:val="99"/>
    <w:qFormat/>
    <w:rsid w:val="003E3A34"/>
    <w:pPr>
      <w:spacing w:before="60" w:after="60" w:line="240" w:lineRule="auto"/>
    </w:pPr>
    <w:rPr>
      <w:b/>
      <w:i/>
      <w:color w:val="DC6900" w:themeColor="text2"/>
      <w:lang w:val="en-US"/>
    </w:rPr>
  </w:style>
  <w:style w:type="paragraph" w:customStyle="1" w:styleId="TableSecondLevelGeorgia">
    <w:name w:val="Table Second Level_Georgia"/>
    <w:basedOn w:val="TableTextGeorgia"/>
    <w:uiPriority w:val="99"/>
    <w:qFormat/>
    <w:rsid w:val="003E3A34"/>
    <w:rPr>
      <w:color w:val="DC6900" w:themeColor="text2"/>
    </w:rPr>
  </w:style>
  <w:style w:type="paragraph" w:customStyle="1" w:styleId="TableTextGeorgia">
    <w:name w:val="Table Text_Georgia"/>
    <w:basedOn w:val="TableTextArial"/>
    <w:uiPriority w:val="99"/>
    <w:qFormat/>
    <w:rsid w:val="00B518A6"/>
    <w:rPr>
      <w:rFonts w:ascii="Georgia" w:hAnsi="Georgia"/>
    </w:rPr>
  </w:style>
  <w:style w:type="paragraph" w:customStyle="1" w:styleId="TableBulletArial">
    <w:name w:val="Table Bullet_Arial"/>
    <w:basedOn w:val="Normal"/>
    <w:uiPriority w:val="99"/>
    <w:qFormat/>
    <w:rsid w:val="00DB4FD5"/>
    <w:pPr>
      <w:numPr>
        <w:numId w:val="20"/>
      </w:numPr>
      <w:spacing w:before="60" w:after="60" w:line="240" w:lineRule="auto"/>
    </w:pPr>
    <w:rPr>
      <w:rFonts w:ascii="Arial" w:eastAsia="Times New Roman" w:hAnsi="Arial" w:cs="Arial"/>
      <w:color w:val="000000" w:themeColor="text1"/>
      <w:szCs w:val="21"/>
      <w:lang w:val="en-US"/>
    </w:rPr>
  </w:style>
  <w:style w:type="paragraph" w:customStyle="1" w:styleId="TableBulletGeorgia">
    <w:name w:val="Table Bullet_Georgia"/>
    <w:basedOn w:val="TableBulletArial"/>
    <w:uiPriority w:val="99"/>
    <w:qFormat/>
    <w:rsid w:val="003C15B6"/>
    <w:rPr>
      <w:rFonts w:ascii="Georgia" w:hAnsi="Georgia"/>
    </w:rPr>
  </w:style>
  <w:style w:type="paragraph" w:customStyle="1" w:styleId="TableThirdLevelGeorgia">
    <w:name w:val="Table Third Level_Georgia"/>
    <w:basedOn w:val="TableTextGeorgia"/>
    <w:uiPriority w:val="99"/>
    <w:qFormat/>
    <w:rsid w:val="00751D99"/>
    <w:rPr>
      <w:i/>
      <w:color w:val="DC6900" w:themeColor="text2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78542B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paragraph" w:customStyle="1" w:styleId="TableHeaderDiagram">
    <w:name w:val="Table Header/Diagram"/>
    <w:basedOn w:val="Heading2"/>
    <w:uiPriority w:val="99"/>
    <w:qFormat/>
    <w:rsid w:val="0078542B"/>
    <w:rPr>
      <w:rFonts w:ascii="Georgia" w:hAnsi="Georgia"/>
      <w:color w:val="000000" w:themeColor="text1"/>
      <w:sz w:val="20"/>
    </w:rPr>
  </w:style>
  <w:style w:type="paragraph" w:customStyle="1" w:styleId="Source">
    <w:name w:val="Source"/>
    <w:uiPriority w:val="34"/>
    <w:qFormat/>
    <w:rsid w:val="00D92674"/>
    <w:rPr>
      <w:rFonts w:eastAsia="Times New Roman" w:cs="Times New Roman"/>
      <w:sz w:val="16"/>
      <w:lang w:val="en-US"/>
    </w:rPr>
  </w:style>
  <w:style w:type="paragraph" w:customStyle="1" w:styleId="PwCAddress">
    <w:name w:val="PwC Address"/>
    <w:basedOn w:val="Normal"/>
    <w:link w:val="PwCAddressChar"/>
    <w:qFormat/>
    <w:rsid w:val="00CE0C7C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CE0C7C"/>
    <w:rPr>
      <w:i/>
      <w:noProof/>
      <w:sz w:val="18"/>
      <w:szCs w:val="22"/>
      <w:lang w:eastAsia="en-GB"/>
    </w:rPr>
  </w:style>
  <w:style w:type="table" w:customStyle="1" w:styleId="DP-PlainLetter">
    <w:name w:val="DP-Plain_Letter"/>
    <w:basedOn w:val="TableNormal"/>
    <w:uiPriority w:val="99"/>
    <w:qFormat/>
    <w:rsid w:val="003E4735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color w:val="auto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3E473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color w:val="auto"/>
        <w:sz w:val="20"/>
      </w:rPr>
    </w:tblStylePr>
  </w:style>
  <w:style w:type="paragraph" w:customStyle="1" w:styleId="Style1">
    <w:name w:val="Style1"/>
    <w:basedOn w:val="ListBullet4"/>
    <w:uiPriority w:val="99"/>
    <w:qFormat/>
    <w:rsid w:val="000F5AEB"/>
    <w:pPr>
      <w:numPr>
        <w:numId w:val="9"/>
      </w:numPr>
    </w:pPr>
  </w:style>
  <w:style w:type="paragraph" w:customStyle="1" w:styleId="TableSpacer">
    <w:name w:val="Table Spacer"/>
    <w:basedOn w:val="Normal"/>
    <w:uiPriority w:val="34"/>
    <w:qFormat/>
    <w:rsid w:val="00D92674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itleArial">
    <w:name w:val="Table Title_Arial"/>
    <w:basedOn w:val="BodyText2"/>
    <w:uiPriority w:val="99"/>
    <w:qFormat/>
    <w:rsid w:val="0064616D"/>
    <w:pPr>
      <w:spacing w:before="60" w:after="60" w:line="240" w:lineRule="auto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unhideWhenUsed/>
    <w:rsid w:val="004D59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D590D"/>
  </w:style>
  <w:style w:type="paragraph" w:customStyle="1" w:styleId="TableThirdLevelArial">
    <w:name w:val="Table Third Level_Arial"/>
    <w:basedOn w:val="TableThirdLevelGeorgia"/>
    <w:uiPriority w:val="99"/>
    <w:qFormat/>
    <w:rsid w:val="00B518A6"/>
    <w:rPr>
      <w:rFonts w:ascii="Arial" w:hAnsi="Arial"/>
    </w:rPr>
  </w:style>
  <w:style w:type="paragraph" w:customStyle="1" w:styleId="TableSecondLevelArial">
    <w:name w:val="Table Second Level_Arial"/>
    <w:basedOn w:val="TableSecondLevelGeorgia"/>
    <w:uiPriority w:val="99"/>
    <w:qFormat/>
    <w:rsid w:val="00B518A6"/>
    <w:rPr>
      <w:rFonts w:ascii="Arial" w:hAnsi="Arial"/>
    </w:rPr>
  </w:style>
  <w:style w:type="paragraph" w:customStyle="1" w:styleId="TableNumberGeorgia">
    <w:name w:val="Table Number_Georgia"/>
    <w:basedOn w:val="TableTextGeorgia"/>
    <w:uiPriority w:val="99"/>
    <w:qFormat/>
    <w:rsid w:val="003C15B6"/>
    <w:pPr>
      <w:numPr>
        <w:numId w:val="17"/>
      </w:numPr>
    </w:pPr>
  </w:style>
  <w:style w:type="character" w:styleId="Emphasis">
    <w:name w:val="Emphasis"/>
    <w:basedOn w:val="DefaultParagraphFont"/>
    <w:uiPriority w:val="20"/>
    <w:qFormat/>
    <w:rsid w:val="00AE7B53"/>
    <w:rPr>
      <w:i/>
      <w:iCs/>
      <w:sz w:val="19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E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4735"/>
    <w:rPr>
      <w:rFonts w:ascii="Tahoma" w:hAnsi="Tahoma" w:cs="Tahoma"/>
      <w:sz w:val="16"/>
      <w:szCs w:val="16"/>
    </w:r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2160E6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ChartTitle">
    <w:name w:val="Chart Title"/>
    <w:uiPriority w:val="34"/>
    <w:qFormat/>
    <w:rsid w:val="00F864FC"/>
    <w:pPr>
      <w:spacing w:before="240" w:after="0"/>
    </w:pPr>
    <w:rPr>
      <w:rFonts w:asciiTheme="majorHAnsi" w:eastAsiaTheme="majorEastAsia" w:hAnsiTheme="majorHAnsi" w:cstheme="majorBidi"/>
      <w:b/>
      <w:bCs/>
      <w:color w:val="000000" w:themeColor="text1"/>
      <w:szCs w:val="21"/>
    </w:rPr>
  </w:style>
  <w:style w:type="numbering" w:customStyle="1" w:styleId="Style5">
    <w:name w:val="Style5"/>
    <w:uiPriority w:val="99"/>
    <w:rsid w:val="00F864FC"/>
    <w:pPr>
      <w:numPr>
        <w:numId w:val="10"/>
      </w:numPr>
    </w:pPr>
  </w:style>
  <w:style w:type="paragraph" w:customStyle="1" w:styleId="Biostitle">
    <w:name w:val="Bios title"/>
    <w:basedOn w:val="Normal"/>
    <w:uiPriority w:val="99"/>
    <w:qFormat/>
    <w:rsid w:val="002067EF"/>
    <w:pPr>
      <w:spacing w:before="60" w:after="120" w:line="240" w:lineRule="auto"/>
      <w:contextualSpacing/>
    </w:pPr>
    <w:rPr>
      <w:rFonts w:eastAsia="Times New Roman" w:cs="Times New Roman"/>
      <w:b/>
      <w:i/>
      <w:color w:val="DC6900" w:themeColor="text2"/>
      <w:sz w:val="32"/>
      <w:szCs w:val="32"/>
      <w:lang w:val="en-US"/>
    </w:rPr>
  </w:style>
  <w:style w:type="paragraph" w:customStyle="1" w:styleId="Bioheads">
    <w:name w:val="Bio heads"/>
    <w:basedOn w:val="Normal"/>
    <w:uiPriority w:val="99"/>
    <w:qFormat/>
    <w:rsid w:val="00B518A6"/>
    <w:pPr>
      <w:spacing w:before="60" w:after="60" w:line="240" w:lineRule="auto"/>
      <w:contextualSpacing/>
    </w:pPr>
    <w:rPr>
      <w:rFonts w:eastAsia="Times New Roman" w:cs="Times New Roman"/>
      <w:b/>
      <w:color w:val="DC6900" w:themeColor="text2"/>
      <w:szCs w:val="2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FA1197"/>
    <w:rPr>
      <w:b/>
    </w:rPr>
  </w:style>
  <w:style w:type="numbering" w:customStyle="1" w:styleId="Style6">
    <w:name w:val="Style6"/>
    <w:uiPriority w:val="99"/>
    <w:rsid w:val="00FA1197"/>
    <w:pPr>
      <w:numPr>
        <w:numId w:val="11"/>
      </w:numPr>
    </w:pPr>
  </w:style>
  <w:style w:type="paragraph" w:customStyle="1" w:styleId="Appendix">
    <w:name w:val="Appendix"/>
    <w:basedOn w:val="Heading1"/>
    <w:next w:val="Normal"/>
    <w:uiPriority w:val="99"/>
    <w:qFormat/>
    <w:rsid w:val="00DF0DE8"/>
    <w:pPr>
      <w:numPr>
        <w:numId w:val="13"/>
      </w:numPr>
    </w:pPr>
  </w:style>
  <w:style w:type="numbering" w:customStyle="1" w:styleId="PwCAppendixList1">
    <w:name w:val="PwC Appendix List 1"/>
    <w:uiPriority w:val="99"/>
    <w:rsid w:val="00DF0DE8"/>
    <w:pPr>
      <w:numPr>
        <w:numId w:val="12"/>
      </w:numPr>
    </w:pPr>
  </w:style>
  <w:style w:type="numbering" w:customStyle="1" w:styleId="TableBullet">
    <w:name w:val="Table Bullet"/>
    <w:uiPriority w:val="99"/>
    <w:rsid w:val="00DF0DE8"/>
    <w:pPr>
      <w:numPr>
        <w:numId w:val="15"/>
      </w:numPr>
    </w:pPr>
  </w:style>
  <w:style w:type="numbering" w:customStyle="1" w:styleId="Style3">
    <w:name w:val="Style3"/>
    <w:uiPriority w:val="99"/>
    <w:rsid w:val="00DF0DE8"/>
    <w:pPr>
      <w:numPr>
        <w:numId w:val="14"/>
      </w:numPr>
    </w:pPr>
  </w:style>
  <w:style w:type="numbering" w:customStyle="1" w:styleId="Style4">
    <w:name w:val="Style4"/>
    <w:uiPriority w:val="99"/>
    <w:rsid w:val="003C15B6"/>
    <w:pPr>
      <w:numPr>
        <w:numId w:val="16"/>
      </w:numPr>
    </w:pPr>
  </w:style>
  <w:style w:type="numbering" w:customStyle="1" w:styleId="Style7">
    <w:name w:val="Style7"/>
    <w:uiPriority w:val="99"/>
    <w:rsid w:val="003C15B6"/>
    <w:pPr>
      <w:numPr>
        <w:numId w:val="18"/>
      </w:numPr>
    </w:pPr>
  </w:style>
  <w:style w:type="paragraph" w:customStyle="1" w:styleId="TableTextArial">
    <w:name w:val="Table Text_Arial"/>
    <w:basedOn w:val="BodyText2"/>
    <w:uiPriority w:val="99"/>
    <w:qFormat/>
    <w:rsid w:val="004D590D"/>
    <w:pPr>
      <w:spacing w:before="60" w:after="60" w:line="240" w:lineRule="auto"/>
    </w:pPr>
    <w:rPr>
      <w:rFonts w:ascii="Arial" w:hAnsi="Arial" w:cs="Arial"/>
    </w:rPr>
  </w:style>
  <w:style w:type="paragraph" w:customStyle="1" w:styleId="TableNumberArial">
    <w:name w:val="Table Number_Arial"/>
    <w:basedOn w:val="TableTextArial"/>
    <w:uiPriority w:val="99"/>
    <w:qFormat/>
    <w:rsid w:val="003C15B6"/>
    <w:pPr>
      <w:numPr>
        <w:numId w:val="19"/>
      </w:numPr>
    </w:pPr>
  </w:style>
  <w:style w:type="table" w:customStyle="1" w:styleId="DP-Plain2">
    <w:name w:val="DP-Plain 2"/>
    <w:basedOn w:val="TableNormal"/>
    <w:uiPriority w:val="99"/>
    <w:qFormat/>
    <w:rsid w:val="0064616D"/>
    <w:pPr>
      <w:spacing w:after="0" w:line="240" w:lineRule="auto"/>
    </w:pPr>
    <w:rPr>
      <w:rFonts w:ascii="Arial" w:hAnsi="Arial"/>
    </w:rPr>
    <w:tblPr>
      <w:tblInd w:w="0" w:type="dxa"/>
      <w:tblBorders>
        <w:top w:val="single" w:sz="6" w:space="0" w:color="DC6900" w:themeColor="text2"/>
        <w:bottom w:val="single" w:sz="6" w:space="0" w:color="DC6900" w:themeColor="text2"/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 Bold" w:hAnsi="Arial Bold"/>
        <w:b/>
        <w:i w:val="0"/>
        <w:color w:val="DC6900" w:themeColor="text2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CRReport">
    <w:name w:val="CR Report"/>
    <w:basedOn w:val="Normal"/>
    <w:uiPriority w:val="99"/>
    <w:qFormat/>
    <w:rsid w:val="00095843"/>
    <w:pPr>
      <w:framePr w:w="5023" w:hSpace="180" w:wrap="around" w:vAnchor="text" w:hAnchor="text" w:x="7" w:y="868"/>
      <w:spacing w:after="0" w:line="240" w:lineRule="auto"/>
    </w:pPr>
    <w:rPr>
      <w:color w:val="FFFFFF" w:themeColor="background1"/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unhideWhenUsed/>
    <w:rsid w:val="00095843"/>
  </w:style>
  <w:style w:type="character" w:customStyle="1" w:styleId="DateChar">
    <w:name w:val="Date Char"/>
    <w:basedOn w:val="DefaultParagraphFont"/>
    <w:link w:val="Date"/>
    <w:uiPriority w:val="99"/>
    <w:rsid w:val="00095843"/>
  </w:style>
  <w:style w:type="paragraph" w:styleId="ListParagraph">
    <w:name w:val="List Paragraph"/>
    <w:basedOn w:val="Normal"/>
    <w:uiPriority w:val="34"/>
    <w:qFormat/>
    <w:rsid w:val="00191D8F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45A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A2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A2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A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A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Project%20(Live)\05%20May-12\(18%20May)%20DP0054E6DC%20-%20CR\DP0054E6DC_v1.0\Report_Portrait_Corporate%20Responsibility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0E314-D572-4B02-8A7C-37099B4F1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Report_Portrait_Corporate Responsibility</Template>
  <TotalTime>0</TotalTime>
  <Pages>5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ramig690</dc:creator>
  <cp:lastModifiedBy>agates</cp:lastModifiedBy>
  <cp:revision>2</cp:revision>
  <cp:lastPrinted>2012-06-27T20:49:00Z</cp:lastPrinted>
  <dcterms:created xsi:type="dcterms:W3CDTF">2012-12-25T22:29:00Z</dcterms:created>
  <dcterms:modified xsi:type="dcterms:W3CDTF">2012-12-25T22:29:00Z</dcterms:modified>
</cp:coreProperties>
</file>